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 xml:space="preserve">Projektová dokumentace a </w:t>
      </w:r>
      <w:r w:rsidRPr="001F3D3F">
        <w:t xml:space="preserve">zhotovení </w:t>
      </w:r>
      <w:r w:rsidR="00D2426D" w:rsidRPr="001F3D3F">
        <w:t>souboru</w:t>
      </w:r>
      <w:r w:rsidR="00D2426D">
        <w:t xml:space="preserve"> staveb </w:t>
      </w:r>
      <w:r w:rsidR="00A92FBA">
        <w:t>–</w:t>
      </w:r>
      <w:r>
        <w:t xml:space="preserve"> podlimitní</w:t>
      </w:r>
    </w:p>
    <w:p w14:paraId="7D98AE72" w14:textId="77777777" w:rsidR="00A92FBA" w:rsidRDefault="00A92FBA" w:rsidP="00F77E39">
      <w:pPr>
        <w:pStyle w:val="Titul2"/>
      </w:pPr>
    </w:p>
    <w:p w14:paraId="11810F86" w14:textId="43EF706C" w:rsidR="00AD0C7B" w:rsidRDefault="001F3D3F" w:rsidP="001F3D3F">
      <w:pPr>
        <w:pStyle w:val="Titul2"/>
        <w:numPr>
          <w:ilvl w:val="0"/>
          <w:numId w:val="21"/>
        </w:numPr>
      </w:pPr>
      <w:r>
        <w:t>„Doplnění závor na PZS (P4192) v km 5,500 trati Hanušovice – Staré Město pod Sněžníkem“</w:t>
      </w:r>
    </w:p>
    <w:p w14:paraId="53B8C3B6" w14:textId="37C168A5" w:rsidR="001F3D3F" w:rsidRDefault="001F3D3F" w:rsidP="001F3D3F">
      <w:pPr>
        <w:pStyle w:val="Titul2"/>
        <w:numPr>
          <w:ilvl w:val="0"/>
          <w:numId w:val="21"/>
        </w:numPr>
      </w:pPr>
      <w:r>
        <w:t>„Doplnění závor na PZS (P4352) v km 13,108 trati Lipová Lázně – Javorník ve Slezsku“</w:t>
      </w:r>
    </w:p>
    <w:p w14:paraId="3DF9C5C9" w14:textId="35422EB8" w:rsidR="00D2426D" w:rsidRDefault="001F3D3F" w:rsidP="001F3D3F">
      <w:pPr>
        <w:pStyle w:val="Titul2"/>
        <w:numPr>
          <w:ilvl w:val="0"/>
          <w:numId w:val="21"/>
        </w:numPr>
      </w:pPr>
      <w:r>
        <w:t>„Doplnění závor na PZS (P4372) v km 23,468 trati Lipová Lázně – Javorník ve Slezsku“</w:t>
      </w: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1E9DBB43"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7E4E96" w:rsidRPr="007E4E96">
        <w:t>2420/2021-SŽ-SSV-Ú3</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2F3B8AFA"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501896">
          <w:rPr>
            <w:noProof/>
            <w:webHidden/>
          </w:rPr>
          <w:t>3</w:t>
        </w:r>
        <w:r w:rsidR="00501896">
          <w:rPr>
            <w:noProof/>
            <w:webHidden/>
          </w:rPr>
          <w:fldChar w:fldCharType="end"/>
        </w:r>
      </w:hyperlink>
    </w:p>
    <w:p w14:paraId="063EF231" w14:textId="379ACDDA" w:rsidR="00501896" w:rsidRDefault="00990C4C">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501896">
          <w:rPr>
            <w:noProof/>
            <w:webHidden/>
          </w:rPr>
          <w:t>3</w:t>
        </w:r>
        <w:r w:rsidR="00501896">
          <w:rPr>
            <w:noProof/>
            <w:webHidden/>
          </w:rPr>
          <w:fldChar w:fldCharType="end"/>
        </w:r>
      </w:hyperlink>
    </w:p>
    <w:p w14:paraId="37DDEB76" w14:textId="2D42D12D" w:rsidR="00501896" w:rsidRDefault="00990C4C">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501896">
          <w:rPr>
            <w:noProof/>
            <w:webHidden/>
          </w:rPr>
          <w:t>4</w:t>
        </w:r>
        <w:r w:rsidR="00501896">
          <w:rPr>
            <w:noProof/>
            <w:webHidden/>
          </w:rPr>
          <w:fldChar w:fldCharType="end"/>
        </w:r>
      </w:hyperlink>
    </w:p>
    <w:p w14:paraId="579EE768" w14:textId="0B4E4A7F" w:rsidR="00501896" w:rsidRDefault="00990C4C">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501896">
          <w:rPr>
            <w:noProof/>
            <w:webHidden/>
          </w:rPr>
          <w:t>4</w:t>
        </w:r>
        <w:r w:rsidR="00501896">
          <w:rPr>
            <w:noProof/>
            <w:webHidden/>
          </w:rPr>
          <w:fldChar w:fldCharType="end"/>
        </w:r>
      </w:hyperlink>
    </w:p>
    <w:p w14:paraId="06205CF2" w14:textId="2E8A2F98" w:rsidR="00501896" w:rsidRDefault="00990C4C">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501896">
          <w:rPr>
            <w:noProof/>
            <w:webHidden/>
          </w:rPr>
          <w:t>5</w:t>
        </w:r>
        <w:r w:rsidR="00501896">
          <w:rPr>
            <w:noProof/>
            <w:webHidden/>
          </w:rPr>
          <w:fldChar w:fldCharType="end"/>
        </w:r>
      </w:hyperlink>
    </w:p>
    <w:p w14:paraId="229A736D" w14:textId="08811E47" w:rsidR="00501896" w:rsidRDefault="00990C4C">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501896">
          <w:rPr>
            <w:noProof/>
            <w:webHidden/>
          </w:rPr>
          <w:t>5</w:t>
        </w:r>
        <w:r w:rsidR="00501896">
          <w:rPr>
            <w:noProof/>
            <w:webHidden/>
          </w:rPr>
          <w:fldChar w:fldCharType="end"/>
        </w:r>
      </w:hyperlink>
    </w:p>
    <w:p w14:paraId="1A4AE954" w14:textId="07C894BE" w:rsidR="00501896" w:rsidRDefault="00990C4C">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501896">
          <w:rPr>
            <w:noProof/>
            <w:webHidden/>
          </w:rPr>
          <w:t>6</w:t>
        </w:r>
        <w:r w:rsidR="00501896">
          <w:rPr>
            <w:noProof/>
            <w:webHidden/>
          </w:rPr>
          <w:fldChar w:fldCharType="end"/>
        </w:r>
      </w:hyperlink>
    </w:p>
    <w:p w14:paraId="46E5EEFE" w14:textId="11E695DE" w:rsidR="00501896" w:rsidRDefault="00990C4C">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501896">
          <w:rPr>
            <w:noProof/>
            <w:webHidden/>
          </w:rPr>
          <w:t>6</w:t>
        </w:r>
        <w:r w:rsidR="00501896">
          <w:rPr>
            <w:noProof/>
            <w:webHidden/>
          </w:rPr>
          <w:fldChar w:fldCharType="end"/>
        </w:r>
      </w:hyperlink>
    </w:p>
    <w:p w14:paraId="7E0E57F1" w14:textId="2C88DAB4" w:rsidR="00501896" w:rsidRDefault="00990C4C">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501896">
          <w:rPr>
            <w:noProof/>
            <w:webHidden/>
          </w:rPr>
          <w:t>17</w:t>
        </w:r>
        <w:r w:rsidR="00501896">
          <w:rPr>
            <w:noProof/>
            <w:webHidden/>
          </w:rPr>
          <w:fldChar w:fldCharType="end"/>
        </w:r>
      </w:hyperlink>
    </w:p>
    <w:p w14:paraId="0750B84F" w14:textId="7E811EC6" w:rsidR="00501896" w:rsidRDefault="00990C4C">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501896">
          <w:rPr>
            <w:noProof/>
            <w:webHidden/>
          </w:rPr>
          <w:t>20</w:t>
        </w:r>
        <w:r w:rsidR="00501896">
          <w:rPr>
            <w:noProof/>
            <w:webHidden/>
          </w:rPr>
          <w:fldChar w:fldCharType="end"/>
        </w:r>
      </w:hyperlink>
    </w:p>
    <w:p w14:paraId="3EBB56A3" w14:textId="5B107586" w:rsidR="00501896" w:rsidRDefault="00990C4C">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501896">
          <w:rPr>
            <w:noProof/>
            <w:webHidden/>
          </w:rPr>
          <w:t>20</w:t>
        </w:r>
        <w:r w:rsidR="00501896">
          <w:rPr>
            <w:noProof/>
            <w:webHidden/>
          </w:rPr>
          <w:fldChar w:fldCharType="end"/>
        </w:r>
      </w:hyperlink>
    </w:p>
    <w:p w14:paraId="33F77DF0" w14:textId="0847C09F" w:rsidR="00501896" w:rsidRDefault="00990C4C">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501896">
          <w:rPr>
            <w:noProof/>
            <w:webHidden/>
          </w:rPr>
          <w:t>21</w:t>
        </w:r>
        <w:r w:rsidR="00501896">
          <w:rPr>
            <w:noProof/>
            <w:webHidden/>
          </w:rPr>
          <w:fldChar w:fldCharType="end"/>
        </w:r>
      </w:hyperlink>
    </w:p>
    <w:p w14:paraId="38A7280B" w14:textId="540305FE" w:rsidR="00501896" w:rsidRDefault="00990C4C">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501896">
          <w:rPr>
            <w:noProof/>
            <w:webHidden/>
          </w:rPr>
          <w:t>23</w:t>
        </w:r>
        <w:r w:rsidR="00501896">
          <w:rPr>
            <w:noProof/>
            <w:webHidden/>
          </w:rPr>
          <w:fldChar w:fldCharType="end"/>
        </w:r>
      </w:hyperlink>
    </w:p>
    <w:p w14:paraId="7FB80F40" w14:textId="30131323" w:rsidR="00501896" w:rsidRDefault="00990C4C">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501896">
          <w:rPr>
            <w:noProof/>
            <w:webHidden/>
          </w:rPr>
          <w:t>23</w:t>
        </w:r>
        <w:r w:rsidR="00501896">
          <w:rPr>
            <w:noProof/>
            <w:webHidden/>
          </w:rPr>
          <w:fldChar w:fldCharType="end"/>
        </w:r>
      </w:hyperlink>
    </w:p>
    <w:p w14:paraId="532E019C" w14:textId="1B25B967" w:rsidR="00501896" w:rsidRDefault="00990C4C">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501896">
          <w:rPr>
            <w:noProof/>
            <w:webHidden/>
          </w:rPr>
          <w:t>23</w:t>
        </w:r>
        <w:r w:rsidR="00501896">
          <w:rPr>
            <w:noProof/>
            <w:webHidden/>
          </w:rPr>
          <w:fldChar w:fldCharType="end"/>
        </w:r>
      </w:hyperlink>
    </w:p>
    <w:p w14:paraId="2700A526" w14:textId="2A99EF98" w:rsidR="00501896" w:rsidRDefault="00990C4C">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501896">
          <w:rPr>
            <w:noProof/>
            <w:webHidden/>
          </w:rPr>
          <w:t>23</w:t>
        </w:r>
        <w:r w:rsidR="00501896">
          <w:rPr>
            <w:noProof/>
            <w:webHidden/>
          </w:rPr>
          <w:fldChar w:fldCharType="end"/>
        </w:r>
      </w:hyperlink>
    </w:p>
    <w:p w14:paraId="5ECC76B9" w14:textId="6AC04CFD" w:rsidR="00501896" w:rsidRDefault="00990C4C">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501896">
          <w:rPr>
            <w:noProof/>
            <w:webHidden/>
          </w:rPr>
          <w:t>25</w:t>
        </w:r>
        <w:r w:rsidR="00501896">
          <w:rPr>
            <w:noProof/>
            <w:webHidden/>
          </w:rPr>
          <w:fldChar w:fldCharType="end"/>
        </w:r>
      </w:hyperlink>
    </w:p>
    <w:p w14:paraId="64F381D4" w14:textId="29150070" w:rsidR="00501896" w:rsidRDefault="00990C4C">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501896">
          <w:rPr>
            <w:noProof/>
            <w:webHidden/>
          </w:rPr>
          <w:t>25</w:t>
        </w:r>
        <w:r w:rsidR="00501896">
          <w:rPr>
            <w:noProof/>
            <w:webHidden/>
          </w:rPr>
          <w:fldChar w:fldCharType="end"/>
        </w:r>
      </w:hyperlink>
    </w:p>
    <w:p w14:paraId="6CC88E0F" w14:textId="434657A5" w:rsidR="00501896" w:rsidRDefault="00990C4C">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501896">
          <w:rPr>
            <w:noProof/>
            <w:webHidden/>
          </w:rPr>
          <w:t>25</w:t>
        </w:r>
        <w:r w:rsidR="00501896">
          <w:rPr>
            <w:noProof/>
            <w:webHidden/>
          </w:rPr>
          <w:fldChar w:fldCharType="end"/>
        </w:r>
      </w:hyperlink>
    </w:p>
    <w:p w14:paraId="64FED2CD" w14:textId="00D7AF1A" w:rsidR="00501896" w:rsidRDefault="00990C4C">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501896">
          <w:rPr>
            <w:noProof/>
            <w:webHidden/>
          </w:rPr>
          <w:t>27</w:t>
        </w:r>
        <w:r w:rsidR="00501896">
          <w:rPr>
            <w:noProof/>
            <w:webHidden/>
          </w:rPr>
          <w:fldChar w:fldCharType="end"/>
        </w:r>
      </w:hyperlink>
    </w:p>
    <w:p w14:paraId="1EE9FE55" w14:textId="7DE9A89B" w:rsidR="00501896" w:rsidRDefault="00990C4C">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501896">
          <w:rPr>
            <w:noProof/>
            <w:webHidden/>
          </w:rPr>
          <w:t>27</w:t>
        </w:r>
        <w:r w:rsidR="00501896">
          <w:rPr>
            <w:noProof/>
            <w:webHidden/>
          </w:rPr>
          <w:fldChar w:fldCharType="end"/>
        </w:r>
      </w:hyperlink>
    </w:p>
    <w:p w14:paraId="11CEC006" w14:textId="1AEA6638" w:rsidR="00501896" w:rsidRDefault="00990C4C">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501896">
          <w:rPr>
            <w:noProof/>
            <w:webHidden/>
          </w:rPr>
          <w:t>27</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6BA83086" w14:textId="40222B68" w:rsidR="0035531B" w:rsidRDefault="0035531B" w:rsidP="0035531B">
      <w:pPr>
        <w:pStyle w:val="Textbezslovn"/>
        <w:spacing w:after="0"/>
        <w:ind w:left="2127" w:hanging="1390"/>
      </w:pPr>
      <w:r w:rsidRPr="007F2B24">
        <w:t xml:space="preserve">zastoupená: </w:t>
      </w:r>
      <w:r w:rsidRPr="007F2B24">
        <w:tab/>
      </w:r>
      <w:r w:rsidRPr="00531665">
        <w:t>Ing. Mojmírem Nejezchlebem, náměstkem generálního ředitele pro modernizaci dráhy, na základě pověření č. 2372 ze dne 26. 02. 2018.</w:t>
      </w:r>
    </w:p>
    <w:p w14:paraId="79E8003B" w14:textId="3F196F53" w:rsidR="00A92FBA" w:rsidRPr="007F2B24" w:rsidRDefault="00A92FBA" w:rsidP="0035531B">
      <w:pPr>
        <w:pStyle w:val="Textbezslovn"/>
        <w:spacing w:after="0"/>
        <w:ind w:left="2127" w:hanging="1390"/>
      </w:pPr>
      <w:r>
        <w:lastRenderedPageBreak/>
        <w:tab/>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2649421"/>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2B60BA8F"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DB4595">
        <w:t>Ing. Kamila Přerovská</w:t>
      </w:r>
    </w:p>
    <w:p w14:paraId="7BD36AB3" w14:textId="6F0627BB" w:rsidR="00A92FBA" w:rsidRDefault="007F2B24" w:rsidP="00BC2638">
      <w:pPr>
        <w:pStyle w:val="Textbezslovn"/>
        <w:spacing w:after="0"/>
      </w:pPr>
      <w:r w:rsidRPr="00A92FBA">
        <w:t xml:space="preserve">telefon: </w:t>
      </w:r>
      <w:r w:rsidRPr="00A92FBA">
        <w:tab/>
      </w:r>
      <w:r w:rsidR="00DB4595">
        <w:t>702 164 086</w:t>
      </w:r>
    </w:p>
    <w:p w14:paraId="1CC4131D" w14:textId="2D02C5FC" w:rsidR="00BC2638" w:rsidRPr="00A92FBA" w:rsidRDefault="007F2B24" w:rsidP="00BC2638">
      <w:pPr>
        <w:pStyle w:val="Textbezslovn"/>
        <w:spacing w:after="0"/>
      </w:pPr>
      <w:r w:rsidRPr="00A92FBA">
        <w:t xml:space="preserve">e-mail: </w:t>
      </w:r>
      <w:r w:rsidRPr="00A92FBA">
        <w:tab/>
      </w:r>
      <w:r w:rsidR="00DB4595">
        <w:t>Prerovska@spravazeleznic.cz</w:t>
      </w:r>
    </w:p>
    <w:p w14:paraId="291DFE40" w14:textId="6E3DDD74" w:rsidR="00BC2638" w:rsidRPr="00A92FBA" w:rsidRDefault="00BC2638" w:rsidP="00DB4595">
      <w:pPr>
        <w:pStyle w:val="Textbezslovn"/>
        <w:spacing w:after="0"/>
        <w:ind w:left="2127" w:hanging="1390"/>
      </w:pPr>
      <w:r w:rsidRPr="00A92FBA">
        <w:t xml:space="preserve">adresa: </w:t>
      </w:r>
      <w:r w:rsidRPr="00A92FBA">
        <w:tab/>
      </w:r>
      <w:r w:rsidR="00DB4595">
        <w:t>Správa železnic, státní organizace, Stavební správa východ, Nerudova 1, 779 00</w:t>
      </w:r>
    </w:p>
    <w:p w14:paraId="4AAEFA5E" w14:textId="30067DAF"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59E5C367" w14:textId="77777777" w:rsidR="00DB4595" w:rsidRDefault="00DB4595" w:rsidP="00C8487A">
      <w:pPr>
        <w:pStyle w:val="Textbezslovn"/>
      </w:pPr>
      <w:r>
        <w:t>Cílem stavby „Doplnění závor na PZS (P4192) v km 5,500 trati Hanušovice – Staré Město pod Sněžníkem“ je zvýšení bezpečnosti železniční a silniční dopravy na železničním přejezdu P4192 u Vysokých Žibřidovic.</w:t>
      </w:r>
    </w:p>
    <w:p w14:paraId="22BD4634" w14:textId="77777777" w:rsidR="00DB4595" w:rsidRDefault="00DB4595" w:rsidP="00C8487A">
      <w:pPr>
        <w:pStyle w:val="Textbezslovn"/>
      </w:pPr>
      <w:r>
        <w:t>Cílem stavby „Doplnění závor na PZS (P4352) v km 13,108 trati Lipová Lázně – Javorník ve Slezsku“ je zvýšení bezpečnosti železniční a silniční dopravy na 4-kolejném železničním přejezdu P4352 v ŽST Žulová.</w:t>
      </w:r>
    </w:p>
    <w:p w14:paraId="7191B9EA" w14:textId="796ECC83" w:rsidR="00A9754D" w:rsidRDefault="00DB4595" w:rsidP="00C8487A">
      <w:pPr>
        <w:pStyle w:val="Textbezslovn"/>
      </w:pPr>
      <w:r>
        <w:t xml:space="preserve"> Cílem stavby „Doplnění závor na PZS (P4372) v km 23,468 trati Lipová Lázně – Javorník ve Slezsku“ je zvýšení bezpečnosti železniční a silniční dopravy na železničním přejezdu </w:t>
      </w:r>
      <w:r w:rsidRPr="00C17218">
        <w:t>P</w:t>
      </w:r>
      <w:r w:rsidR="00B42472" w:rsidRPr="00C17218">
        <w:t>4372</w:t>
      </w:r>
      <w:r w:rsidR="00FA5C06" w:rsidRPr="00C17218">
        <w:t xml:space="preserve"> u Horních Heřmanic.</w:t>
      </w:r>
    </w:p>
    <w:p w14:paraId="3A54131E" w14:textId="77777777" w:rsidR="0035531B" w:rsidRPr="00290EC6" w:rsidRDefault="0035531B" w:rsidP="00A9754D">
      <w:pPr>
        <w:pStyle w:val="Text1-1"/>
        <w:ind w:left="737"/>
      </w:pPr>
      <w:r w:rsidRPr="00290EC6">
        <w:t>Předmět plnění veřejné zakázky</w:t>
      </w:r>
    </w:p>
    <w:p w14:paraId="19825E3D" w14:textId="133543A6" w:rsidR="00C17218" w:rsidRPr="000E1FB2" w:rsidRDefault="00C17218" w:rsidP="00C17218">
      <w:pPr>
        <w:pStyle w:val="Text1-1"/>
        <w:numPr>
          <w:ilvl w:val="0"/>
          <w:numId w:val="24"/>
        </w:numPr>
      </w:pPr>
      <w:r>
        <w:t>„</w:t>
      </w:r>
      <w:r w:rsidRPr="000E1FB2">
        <w:t>Doplnění závor na PZS (P4192) v km 5,500 trati Hanušovice – Staré Město pod Sněžníkem</w:t>
      </w:r>
      <w:r>
        <w:t>“</w:t>
      </w:r>
    </w:p>
    <w:p w14:paraId="3965FB2A" w14:textId="5CBA1679" w:rsidR="00C17218" w:rsidRDefault="00C17218" w:rsidP="00C17218">
      <w:pPr>
        <w:pStyle w:val="Bezmezer"/>
        <w:spacing w:before="60"/>
        <w:ind w:left="709" w:right="130"/>
        <w:jc w:val="both"/>
      </w:pPr>
      <w:r>
        <w:t xml:space="preserve">Stávající přejezdové zabezpečovací zařízení světelné bez závor bude nahrazeno novým PZS se závorami, </w:t>
      </w:r>
      <w:r w:rsidRPr="00B93E18">
        <w:t>3. kategorie, typu PZS 3ZBI dle ČSN 34 2650 ed. 2.</w:t>
      </w:r>
      <w:r>
        <w:t xml:space="preserve"> Vnitřní výstroj nově navrženého PZS se umístí do nového betonového reléového domku </w:t>
      </w:r>
      <w:r w:rsidRPr="00B93E18">
        <w:t>s řízeným temperováním poblíž přejezdu.</w:t>
      </w:r>
      <w:r>
        <w:t xml:space="preserve"> </w:t>
      </w:r>
      <w:r w:rsidRPr="00B93E18">
        <w:rPr>
          <w:rFonts w:cs="Arial"/>
        </w:rPr>
        <w:t xml:space="preserve">Pro napájení technologie PZS bude rekonstruována stávající elektrická přípojka. </w:t>
      </w:r>
      <w:r w:rsidRPr="00B93E18">
        <w:t>Předmětem úprav napájení el. energií bude připojení novým zemním kabelem. Bude</w:t>
      </w:r>
      <w:r w:rsidRPr="00B93E18">
        <w:rPr>
          <w:rFonts w:cs="Arial"/>
        </w:rPr>
        <w:t xml:space="preserve"> nutné žádat o navýšení</w:t>
      </w:r>
      <w:r>
        <w:rPr>
          <w:rFonts w:cs="Arial"/>
        </w:rPr>
        <w:t xml:space="preserve"> rezervovaného</w:t>
      </w:r>
      <w:r w:rsidRPr="00B93E18">
        <w:rPr>
          <w:rFonts w:cs="Arial"/>
        </w:rPr>
        <w:t xml:space="preserve"> příkonu.</w:t>
      </w:r>
      <w:r>
        <w:rPr>
          <w:rFonts w:cs="Arial"/>
        </w:rPr>
        <w:t xml:space="preserve"> </w:t>
      </w:r>
      <w:r w:rsidRPr="00B93E18">
        <w:t>V místě přejezdu dojde k rekonstrukci železničního svršku a montáži nové přejezdové pryžové konstrukce s uložením vnější</w:t>
      </w:r>
      <w:r>
        <w:t>ch</w:t>
      </w:r>
      <w:r w:rsidRPr="00B93E18">
        <w:t xml:space="preserve"> panelů na závěrných zídkách.</w:t>
      </w:r>
    </w:p>
    <w:p w14:paraId="69FCF4D9" w14:textId="77777777" w:rsidR="00C17218" w:rsidRPr="00B93E18" w:rsidRDefault="00C17218" w:rsidP="00C17218">
      <w:pPr>
        <w:pStyle w:val="Bezmezer"/>
        <w:spacing w:before="60"/>
        <w:ind w:left="709" w:right="130"/>
        <w:jc w:val="both"/>
        <w:rPr>
          <w:u w:val="single"/>
        </w:rPr>
      </w:pPr>
    </w:p>
    <w:p w14:paraId="18614C28" w14:textId="23FA0392" w:rsidR="00C17218" w:rsidRPr="000E1FB2" w:rsidRDefault="00C17218" w:rsidP="00C17218">
      <w:pPr>
        <w:pStyle w:val="Text1-1"/>
        <w:numPr>
          <w:ilvl w:val="0"/>
          <w:numId w:val="24"/>
        </w:numPr>
      </w:pPr>
      <w:r>
        <w:t>„</w:t>
      </w:r>
      <w:r w:rsidRPr="000E1FB2">
        <w:t>Doplnění závor na PZS (P4352) v km 13,108 trati Lipová Lázně – Javorník ve Slezsku</w:t>
      </w:r>
      <w:r>
        <w:t>“</w:t>
      </w:r>
    </w:p>
    <w:p w14:paraId="67B36276" w14:textId="3AD3D62D" w:rsidR="00C17218" w:rsidRDefault="00C17218" w:rsidP="00C17218">
      <w:pPr>
        <w:pStyle w:val="Bezmezer"/>
        <w:spacing w:before="60"/>
        <w:ind w:left="709" w:right="130"/>
        <w:jc w:val="both"/>
        <w:rPr>
          <w:b/>
        </w:rPr>
      </w:pPr>
      <w:r>
        <w:t xml:space="preserve">Stávající přejezdové zabezpečovací zařízení světelné bez závor bude nahrazeno novým PZS se závorami, 3. kategorie </w:t>
      </w:r>
      <w:r w:rsidRPr="005C3AF0">
        <w:t>typu PZS 3Z</w:t>
      </w:r>
      <w:r>
        <w:t>N</w:t>
      </w:r>
      <w:r w:rsidRPr="005C3AF0">
        <w:t>I</w:t>
      </w:r>
      <w:r>
        <w:t xml:space="preserve"> </w:t>
      </w:r>
      <w:r w:rsidRPr="008D11C5">
        <w:t>dle ČSN 34 2650 ed. 2</w:t>
      </w:r>
      <w:r>
        <w:t xml:space="preserve">. Poblíž přejezdu bude vybudován </w:t>
      </w:r>
      <w:r w:rsidRPr="00D96053">
        <w:t>nov</w:t>
      </w:r>
      <w:r>
        <w:t>ý</w:t>
      </w:r>
      <w:r w:rsidRPr="00D96053">
        <w:t xml:space="preserve"> zateplen</w:t>
      </w:r>
      <w:r>
        <w:t>ý</w:t>
      </w:r>
      <w:r w:rsidRPr="00D96053">
        <w:t xml:space="preserve"> betonov</w:t>
      </w:r>
      <w:r>
        <w:t>ý</w:t>
      </w:r>
      <w:r w:rsidRPr="00D96053">
        <w:t xml:space="preserve"> </w:t>
      </w:r>
      <w:r>
        <w:t xml:space="preserve">reléový </w:t>
      </w:r>
      <w:r w:rsidRPr="00D96053">
        <w:t>dom</w:t>
      </w:r>
      <w:r>
        <w:t>e</w:t>
      </w:r>
      <w:r w:rsidRPr="00D96053">
        <w:t>k</w:t>
      </w:r>
      <w:r>
        <w:t xml:space="preserve"> s </w:t>
      </w:r>
      <w:r w:rsidRPr="00D96053">
        <w:t>řízeným temperováním</w:t>
      </w:r>
      <w:r>
        <w:t xml:space="preserve">. </w:t>
      </w:r>
      <w:r>
        <w:rPr>
          <w:rFonts w:cs="Arial"/>
        </w:rPr>
        <w:t xml:space="preserve">Pro napájení technologie PZS bude provedena úprava stávající elektrické přípojky. Ze stávající kabelové skříně </w:t>
      </w:r>
      <w:r w:rsidRPr="001668D3">
        <w:t xml:space="preserve">bude veden nový odvod zemním kabelem </w:t>
      </w:r>
      <w:r>
        <w:t xml:space="preserve">k novému </w:t>
      </w:r>
      <w:r w:rsidRPr="001668D3">
        <w:t>RD</w:t>
      </w:r>
      <w:r>
        <w:t>. Bude</w:t>
      </w:r>
      <w:r>
        <w:rPr>
          <w:rFonts w:cs="Arial"/>
        </w:rPr>
        <w:t xml:space="preserve"> nutné žádat o navýšení příkonu. </w:t>
      </w:r>
      <w:r w:rsidRPr="00D96053">
        <w:t xml:space="preserve">Dále bude provedena montáž nové přejezdové </w:t>
      </w:r>
      <w:r>
        <w:lastRenderedPageBreak/>
        <w:t xml:space="preserve">vnitřní </w:t>
      </w:r>
      <w:r w:rsidRPr="00D96053">
        <w:t xml:space="preserve">pryžové konstrukce </w:t>
      </w:r>
      <w:r>
        <w:t xml:space="preserve">ve všech 4 staničních kolejích </w:t>
      </w:r>
      <w:r w:rsidRPr="00D96053">
        <w:t>a položení nových vrstev konstrukce živičné vozovky v oblasti přejezdu</w:t>
      </w:r>
      <w:r>
        <w:rPr>
          <w:b/>
        </w:rPr>
        <w:t>.</w:t>
      </w:r>
    </w:p>
    <w:p w14:paraId="6BCC5DD4" w14:textId="77777777" w:rsidR="00C17218" w:rsidRDefault="00C17218" w:rsidP="00C17218">
      <w:pPr>
        <w:pStyle w:val="Bezmezer"/>
        <w:spacing w:before="60"/>
        <w:ind w:left="709" w:right="130"/>
        <w:jc w:val="both"/>
      </w:pPr>
    </w:p>
    <w:p w14:paraId="67D53117" w14:textId="1281DB33" w:rsidR="00C17218" w:rsidRPr="000E1FB2" w:rsidRDefault="00C17218" w:rsidP="00C17218">
      <w:pPr>
        <w:pStyle w:val="Text1-1"/>
        <w:numPr>
          <w:ilvl w:val="0"/>
          <w:numId w:val="24"/>
        </w:numPr>
      </w:pPr>
      <w:r>
        <w:t>„</w:t>
      </w:r>
      <w:r w:rsidRPr="000E1FB2">
        <w:t>Doplnění závor na PZS (P4372) v km 23,468 trati Lipová Lázně – Javorník ve Slezsku</w:t>
      </w:r>
      <w:r>
        <w:t>“</w:t>
      </w:r>
    </w:p>
    <w:p w14:paraId="5CAA84E5" w14:textId="77777777" w:rsidR="00C17218" w:rsidRDefault="00C17218" w:rsidP="00C17218">
      <w:pPr>
        <w:pStyle w:val="Textbezslovn"/>
      </w:pPr>
      <w:r w:rsidRPr="00F7535D">
        <w:t>Stávající přejezdové zabezpečovací zařízení světelné bez závor bude nahrazeno novým PZS s celými závorami, 3. kategorie typu PZS 3ZBI dle ČSN 34 2650 ed. 2. Poblíž přejezdu bude vybudován nový zateplený betonový reléový domek</w:t>
      </w:r>
      <w:r>
        <w:t xml:space="preserve"> (RD)</w:t>
      </w:r>
      <w:r w:rsidRPr="00F7535D">
        <w:t xml:space="preserve"> s řízeným temperováním.</w:t>
      </w:r>
      <w:r w:rsidRPr="00F7535D">
        <w:rPr>
          <w:rFonts w:cs="Arial"/>
        </w:rPr>
        <w:t xml:space="preserve"> Pro napájení technologie PZS bude provedena úprava stávající elektrické přípojky. Ze stávající kabelové skříně (na fasádě budovy zastávky</w:t>
      </w:r>
      <w:r>
        <w:rPr>
          <w:rFonts w:cs="Arial"/>
        </w:rPr>
        <w:t xml:space="preserve"> Horní Heřmanice</w:t>
      </w:r>
      <w:r w:rsidRPr="00F7535D">
        <w:rPr>
          <w:rFonts w:cs="Arial"/>
        </w:rPr>
        <w:t xml:space="preserve">) </w:t>
      </w:r>
      <w:r w:rsidRPr="00F7535D">
        <w:t>bude veden nový odvod zemním kabelem k novému RD. Bude</w:t>
      </w:r>
      <w:r w:rsidRPr="00F7535D">
        <w:rPr>
          <w:rFonts w:cs="Arial"/>
        </w:rPr>
        <w:t xml:space="preserve"> nutné žádat o navýšení příkonu. </w:t>
      </w:r>
      <w:r w:rsidRPr="00F7535D">
        <w:t>Dojde k rekonstrukci železničního spodku a svršku v místě přejezdu. Dále bude provedena montáž nové přejezdové pryžové konstrukce s uložením vnějších panelů na závěrných zídkách</w:t>
      </w:r>
      <w:r>
        <w:t xml:space="preserve">. </w:t>
      </w:r>
    </w:p>
    <w:p w14:paraId="23ED7AF8" w14:textId="77777777" w:rsidR="00C17218" w:rsidRDefault="00C17218" w:rsidP="00C17218">
      <w:pPr>
        <w:pStyle w:val="Textbezslovn"/>
      </w:pPr>
    </w:p>
    <w:p w14:paraId="466E41D6" w14:textId="10DDB174" w:rsidR="00BC2638" w:rsidRPr="0047483A" w:rsidRDefault="00BC2638" w:rsidP="00C17218">
      <w:pPr>
        <w:pStyle w:val="Textbezslovn"/>
        <w:rPr>
          <w:highlight w:val="green"/>
        </w:rPr>
      </w:pPr>
      <w:r w:rsidRPr="00984DD0">
        <w:t xml:space="preserve">Projektová dokumentace stavby bude zpracovaná ve stupni Projektová dokumentace pro stavební povolení nebo pro ohlášení stavby ve smyslu přílohy č. 3 vyhlášky </w:t>
      </w:r>
      <w:r w:rsidR="004E6C47" w:rsidRPr="00984DD0">
        <w:t xml:space="preserve">č. </w:t>
      </w:r>
      <w:r w:rsidRPr="00984DD0">
        <w:t>146/2008 Sb.</w:t>
      </w:r>
      <w:r w:rsidR="004E6C47" w:rsidRPr="00984DD0">
        <w:t>,</w:t>
      </w:r>
      <w:r w:rsidRPr="00984DD0">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984DD0" w:rsidRDefault="00BC2638" w:rsidP="00BC2638">
      <w:pPr>
        <w:pStyle w:val="Textbezslovn"/>
      </w:pPr>
      <w:r w:rsidRPr="00984DD0">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984DD0">
        <w:t xml:space="preserve">zjednodušenou </w:t>
      </w:r>
      <w:r w:rsidRPr="00984DD0">
        <w:t>dokumentaci</w:t>
      </w:r>
      <w:r w:rsidR="00FA0295" w:rsidRPr="00984DD0">
        <w:t xml:space="preserve">. </w:t>
      </w:r>
      <w:r w:rsidRPr="00984DD0">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984DD0" w:rsidRDefault="00BC2638" w:rsidP="00BC2638">
      <w:pPr>
        <w:pStyle w:val="Textbezslovn"/>
      </w:pPr>
      <w:r w:rsidRPr="00984DD0">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984DD0">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lastRenderedPageBreak/>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51D455A6" w:rsidR="00BC2638" w:rsidRPr="005C76ED" w:rsidRDefault="00BC2638" w:rsidP="00A9754D">
      <w:pPr>
        <w:pStyle w:val="Text1-1"/>
        <w:ind w:left="737"/>
      </w:pPr>
      <w:r w:rsidRPr="005C76ED">
        <w:t>Předpokládaná hodnota veřejné zakázky činí</w:t>
      </w:r>
      <w:r w:rsidR="00D22DB8">
        <w:t xml:space="preserve"> </w:t>
      </w:r>
      <w:r w:rsidR="00D22DB8" w:rsidRPr="00D22DB8">
        <w:rPr>
          <w:b/>
        </w:rPr>
        <w:t>52 245 677,-</w:t>
      </w:r>
      <w:r w:rsidR="00D22DB8">
        <w:t xml:space="preserve"> </w:t>
      </w:r>
      <w:r w:rsidR="00A9754D" w:rsidRPr="005C76ED">
        <w:rPr>
          <w:b/>
        </w:rPr>
        <w:t xml:space="preserve"> Kč </w:t>
      </w:r>
      <w:r w:rsidR="00A9754D" w:rsidRPr="005C76ED">
        <w:t>(bez DPH).</w:t>
      </w:r>
    </w:p>
    <w:p w14:paraId="5C1733FB" w14:textId="77777777" w:rsidR="00BC2638" w:rsidRPr="005C76ED" w:rsidRDefault="00BC2638" w:rsidP="00BC2638">
      <w:pPr>
        <w:pStyle w:val="Text1-1"/>
        <w:numPr>
          <w:ilvl w:val="0"/>
          <w:numId w:val="0"/>
        </w:numPr>
        <w:spacing w:after="60"/>
        <w:ind w:left="737"/>
      </w:pPr>
      <w:r w:rsidRPr="003D59CA">
        <w:t>Předpokládaná hodnota jednotlivých staveb činí:</w:t>
      </w:r>
    </w:p>
    <w:p w14:paraId="2F48EA0C" w14:textId="3FCBD84D" w:rsidR="00EE5BA5" w:rsidRDefault="003D59CA" w:rsidP="00EE5BA5">
      <w:pPr>
        <w:pStyle w:val="Odstavec1-1a"/>
        <w:numPr>
          <w:ilvl w:val="0"/>
          <w:numId w:val="0"/>
        </w:numPr>
        <w:spacing w:after="0"/>
        <w:ind w:left="1077" w:hanging="340"/>
      </w:pPr>
      <w:r>
        <w:t xml:space="preserve">Předpokládaná hodnota 1. stavby činí </w:t>
      </w:r>
      <w:r w:rsidRPr="003D59CA">
        <w:rPr>
          <w:b/>
        </w:rPr>
        <w:t>15 486 707,- Kč</w:t>
      </w:r>
      <w:r>
        <w:t xml:space="preserve"> (bez DPH).</w:t>
      </w:r>
    </w:p>
    <w:p w14:paraId="0A35C6D6" w14:textId="52EAD324" w:rsidR="003D59CA" w:rsidRDefault="003D59CA" w:rsidP="00EE5BA5">
      <w:pPr>
        <w:pStyle w:val="Odstavec1-1a"/>
        <w:numPr>
          <w:ilvl w:val="0"/>
          <w:numId w:val="0"/>
        </w:numPr>
        <w:spacing w:after="0"/>
        <w:ind w:left="1077" w:hanging="340"/>
      </w:pPr>
      <w:r>
        <w:t xml:space="preserve">Předpokládaná hodnota 2. stavby činí </w:t>
      </w:r>
      <w:r w:rsidRPr="003D59CA">
        <w:rPr>
          <w:b/>
        </w:rPr>
        <w:t>21 392 786,- Kč</w:t>
      </w:r>
      <w:r>
        <w:t xml:space="preserve"> (bez DPH).</w:t>
      </w:r>
    </w:p>
    <w:p w14:paraId="15B2F20F" w14:textId="6342BD29" w:rsidR="003D59CA" w:rsidRPr="00EE5BA5" w:rsidRDefault="004B02C3" w:rsidP="00EE5BA5">
      <w:pPr>
        <w:pStyle w:val="Odstavec1-1a"/>
        <w:numPr>
          <w:ilvl w:val="0"/>
          <w:numId w:val="0"/>
        </w:numPr>
        <w:spacing w:after="0"/>
        <w:ind w:left="1077" w:hanging="340"/>
        <w:rPr>
          <w:rFonts w:cs="Arial"/>
          <w:lang w:eastAsia="cs-CZ"/>
        </w:rPr>
      </w:pPr>
      <w:r>
        <w:rPr>
          <w:rFonts w:cs="Arial"/>
          <w:lang w:eastAsia="cs-CZ"/>
        </w:rPr>
        <w:t xml:space="preserve">Předpokládaná hodnota 3. stavby činí </w:t>
      </w:r>
      <w:r w:rsidRPr="004B02C3">
        <w:rPr>
          <w:rFonts w:cs="Arial"/>
          <w:b/>
          <w:lang w:eastAsia="cs-CZ"/>
        </w:rPr>
        <w:t>15 366 184,- Kč</w:t>
      </w:r>
      <w:r>
        <w:rPr>
          <w:rFonts w:cs="Arial"/>
          <w:lang w:eastAsia="cs-CZ"/>
        </w:rPr>
        <w:t xml:space="preserve"> (bez DPH).</w:t>
      </w:r>
    </w:p>
    <w:p w14:paraId="1B47A534" w14:textId="77777777" w:rsidR="0035531B" w:rsidRPr="00E402F8" w:rsidRDefault="0035531B" w:rsidP="006F6B09">
      <w:pPr>
        <w:pStyle w:val="Nadpis1-1"/>
      </w:pPr>
      <w:bookmarkStart w:id="10" w:name="_Toc62649424"/>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47588B5C"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4B02C3">
        <w:rPr>
          <w:rStyle w:val="Tun9b"/>
        </w:rPr>
        <w:t>ZJEDNODUŠENÁ DOKUMENTACE</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42066C93"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1974F9">
        <w:rPr>
          <w:b/>
        </w:rPr>
        <w:t xml:space="preserve">nejpozději </w:t>
      </w:r>
      <w:r w:rsidR="00F3316E" w:rsidRPr="001974F9">
        <w:rPr>
          <w:b/>
        </w:rPr>
        <w:t>6 pracovních dnů</w:t>
      </w:r>
      <w:r w:rsidR="001F79F7" w:rsidRPr="001974F9">
        <w:t xml:space="preserve"> </w:t>
      </w:r>
      <w:r w:rsidRPr="001974F9">
        <w:t>před</w:t>
      </w:r>
      <w:r w:rsidRPr="00273B66">
        <w:t xml:space="preserve"> uplynutím lhůty pro podání nabídek</w:t>
      </w:r>
      <w:r w:rsidR="00693188" w:rsidRPr="00273B66">
        <w:t>, jinak zadavatel není povinen vysvětlení poskytnout</w:t>
      </w:r>
      <w:r w:rsidRPr="00273B66">
        <w:t>.</w:t>
      </w:r>
    </w:p>
    <w:p w14:paraId="0B436374" w14:textId="44F46D63" w:rsidR="0035531B" w:rsidRPr="00273B66" w:rsidRDefault="00FD39DE" w:rsidP="001F79F7">
      <w:pPr>
        <w:pStyle w:val="Text1-1"/>
        <w:ind w:left="737"/>
      </w:pPr>
      <w:r w:rsidRPr="00273B66">
        <w:t xml:space="preserve">Zadavatel poskytne vysvětlení zadávací dokumentace nejpozději do </w:t>
      </w:r>
      <w:r w:rsidR="00B07880" w:rsidRPr="001974F9">
        <w:rPr>
          <w:b/>
        </w:rPr>
        <w:t xml:space="preserve">3 </w:t>
      </w:r>
      <w:r w:rsidRPr="001974F9">
        <w:rPr>
          <w:b/>
        </w:rPr>
        <w:t>pracovních dnů</w:t>
      </w:r>
      <w:r w:rsidRPr="001974F9">
        <w:t xml:space="preserve"> </w:t>
      </w:r>
      <w:r w:rsidRPr="00273B66">
        <w:t xml:space="preserve">po doručení žádosti podle předchozího odstavce. Pokud zadavatel na žádost o vysvětlení, </w:t>
      </w:r>
      <w:r w:rsidRPr="00273B66">
        <w:lastRenderedPageBreak/>
        <w:t>která není doručena včas, vysvětlení poskytne, nemusí dodržet lhůtu uvedenou v předchozí větě</w:t>
      </w:r>
      <w:r w:rsidR="0035531B" w:rsidRPr="00273B66">
        <w:t>.</w:t>
      </w:r>
      <w:r w:rsidR="00693188" w:rsidRPr="00273B66">
        <w:t xml:space="preserve"> Vysvětlení </w:t>
      </w:r>
      <w:r w:rsidR="00693188" w:rsidRPr="001974F9">
        <w:t xml:space="preserve">zadávací dokumentace může zadavatel poskytnout i bez předchozí žádosti, a to nejméně </w:t>
      </w:r>
      <w:r w:rsidR="00006FB3" w:rsidRPr="001974F9">
        <w:t>3</w:t>
      </w:r>
      <w:r w:rsidR="001F79F7" w:rsidRPr="001974F9">
        <w:t xml:space="preserve"> </w:t>
      </w:r>
      <w:r w:rsidR="00693188" w:rsidRPr="001974F9">
        <w:t>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lastRenderedPageBreak/>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974F9" w:rsidRDefault="0035531B" w:rsidP="00D10A2D">
      <w:pPr>
        <w:pStyle w:val="Odrka1-2-"/>
      </w:pPr>
      <w:r w:rsidRPr="001974F9">
        <w:t>Provádění staveb, jejich změn</w:t>
      </w:r>
      <w:r w:rsidR="00845C50" w:rsidRPr="001974F9">
        <w:t xml:space="preserve"> a </w:t>
      </w:r>
      <w:r w:rsidRPr="001974F9">
        <w:t>odstraňování,</w:t>
      </w:r>
    </w:p>
    <w:p w14:paraId="70B71364" w14:textId="77777777" w:rsidR="0035531B" w:rsidRPr="001974F9" w:rsidRDefault="0035531B" w:rsidP="00CC4380">
      <w:pPr>
        <w:pStyle w:val="Odrka1-2-"/>
      </w:pPr>
      <w:r w:rsidRPr="001974F9">
        <w:t>Revize, prohlídky</w:t>
      </w:r>
      <w:r w:rsidR="00845C50" w:rsidRPr="001974F9">
        <w:t xml:space="preserve"> a </w:t>
      </w:r>
      <w:r w:rsidRPr="001974F9">
        <w:t>zkoušky určených technických zařízení</w:t>
      </w:r>
      <w:r w:rsidR="00092CC9" w:rsidRPr="001974F9">
        <w:t xml:space="preserve"> v </w:t>
      </w:r>
      <w:r w:rsidRPr="001974F9">
        <w:t>provozu,</w:t>
      </w:r>
    </w:p>
    <w:p w14:paraId="3A6FD5AB" w14:textId="77777777" w:rsidR="0035531B" w:rsidRPr="001974F9" w:rsidRDefault="0035531B" w:rsidP="00CC4380">
      <w:pPr>
        <w:pStyle w:val="Odrka1-2-"/>
      </w:pPr>
      <w:r w:rsidRPr="001974F9">
        <w:t>Výkon zeměměřických činností,</w:t>
      </w:r>
    </w:p>
    <w:p w14:paraId="6F64E227" w14:textId="77777777" w:rsidR="0035531B" w:rsidRPr="001974F9" w:rsidRDefault="00006FB3" w:rsidP="00006FB3">
      <w:pPr>
        <w:pStyle w:val="Odrka1-2-"/>
        <w:spacing w:after="120"/>
      </w:pPr>
      <w:r w:rsidRPr="001974F9">
        <w:t>Projektová činnost ve výstavbě</w:t>
      </w:r>
      <w:r w:rsidR="0035531B" w:rsidRPr="001974F9">
        <w:t>.</w:t>
      </w:r>
    </w:p>
    <w:p w14:paraId="0C44D4A1" w14:textId="77777777" w:rsidR="0035531B" w:rsidRPr="00A15C40" w:rsidRDefault="0035531B" w:rsidP="00092CC9">
      <w:pPr>
        <w:pStyle w:val="Odrka1-1"/>
      </w:pPr>
      <w:r w:rsidRPr="00A15C40">
        <w:t>Odborná způsobilost:</w:t>
      </w:r>
    </w:p>
    <w:p w14:paraId="479DCBAD" w14:textId="77777777" w:rsidR="00344A9C" w:rsidRPr="001974F9"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w:t>
      </w:r>
      <w:r w:rsidRPr="001974F9">
        <w:t xml:space="preserve">písm. </w:t>
      </w:r>
    </w:p>
    <w:p w14:paraId="0B9B859E" w14:textId="77777777" w:rsidR="00344A9C" w:rsidRPr="001974F9" w:rsidRDefault="00344A9C" w:rsidP="00344A9C">
      <w:pPr>
        <w:pStyle w:val="Odrka1-1"/>
        <w:numPr>
          <w:ilvl w:val="0"/>
          <w:numId w:val="0"/>
        </w:numPr>
        <w:ind w:left="1190" w:firstLine="341"/>
        <w:rPr>
          <w:b/>
        </w:rPr>
      </w:pPr>
      <w:r w:rsidRPr="001974F9">
        <w:rPr>
          <w:b/>
        </w:rPr>
        <w:t xml:space="preserve">b) </w:t>
      </w:r>
      <w:r w:rsidRPr="001974F9">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1974F9"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 xml:space="preserve">techniků činných ve výstavbě, ve </w:t>
      </w:r>
      <w:r w:rsidRPr="001974F9">
        <w:t>znění pozdějších předpisů</w:t>
      </w:r>
      <w:r w:rsidR="007476A8" w:rsidRPr="001974F9">
        <w:t xml:space="preserve"> (dále jen „autorizační zákon“)</w:t>
      </w:r>
      <w:r w:rsidRPr="001974F9">
        <w:t>.</w:t>
      </w:r>
    </w:p>
    <w:p w14:paraId="7D6C07D5" w14:textId="77777777" w:rsidR="0035531B" w:rsidRPr="001974F9" w:rsidRDefault="0035531B" w:rsidP="00CC4380">
      <w:pPr>
        <w:pStyle w:val="Odrka1-2-"/>
      </w:pPr>
      <w:r w:rsidRPr="001974F9">
        <w:t>Zadavatel požaduje předložení úředního oprávnění pro ověřování výsledků zeměměřických činností</w:t>
      </w:r>
      <w:r w:rsidR="00092CC9" w:rsidRPr="001974F9">
        <w:t xml:space="preserve"> v </w:t>
      </w:r>
      <w:r w:rsidRPr="001974F9">
        <w:t xml:space="preserve">rozsahu dle § 13 odst. 1 písm. </w:t>
      </w:r>
      <w:r w:rsidRPr="001974F9">
        <w:rPr>
          <w:rStyle w:val="Tun9b"/>
        </w:rPr>
        <w:t>a)</w:t>
      </w:r>
      <w:r w:rsidR="00845C50" w:rsidRPr="001974F9">
        <w:rPr>
          <w:rStyle w:val="Tun9b"/>
        </w:rPr>
        <w:t xml:space="preserve"> </w:t>
      </w:r>
      <w:r w:rsidR="00845C50" w:rsidRPr="001974F9">
        <w:rPr>
          <w:rStyle w:val="Tun9b"/>
          <w:b w:val="0"/>
        </w:rPr>
        <w:t>a </w:t>
      </w:r>
      <w:r w:rsidRPr="001974F9">
        <w:rPr>
          <w:rStyle w:val="Tun9b"/>
        </w:rPr>
        <w:t>c)</w:t>
      </w:r>
      <w:r w:rsidRPr="001974F9">
        <w:t xml:space="preserve"> zákona č. 200/1994 Sb.,</w:t>
      </w:r>
      <w:r w:rsidR="00092CC9" w:rsidRPr="001974F9">
        <w:t xml:space="preserve"> o </w:t>
      </w:r>
      <w:r w:rsidRPr="001974F9">
        <w:t>zeměměřictví</w:t>
      </w:r>
      <w:r w:rsidR="00845C50" w:rsidRPr="001974F9">
        <w:t xml:space="preserve"> a</w:t>
      </w:r>
      <w:r w:rsidR="00092CC9" w:rsidRPr="001974F9">
        <w:t xml:space="preserve"> o </w:t>
      </w:r>
      <w:r w:rsidRPr="001974F9">
        <w:t>změně</w:t>
      </w:r>
      <w:r w:rsidR="00845C50" w:rsidRPr="001974F9">
        <w:t xml:space="preserve"> a </w:t>
      </w:r>
      <w:r w:rsidRPr="001974F9">
        <w:t>doplnění některých zákonů souvisejících</w:t>
      </w:r>
      <w:r w:rsidR="00845C50" w:rsidRPr="001974F9">
        <w:t xml:space="preserve"> s </w:t>
      </w:r>
      <w:r w:rsidRPr="001974F9">
        <w:t>jeho zavedením, ve znění pozdějších předpisů.</w:t>
      </w:r>
    </w:p>
    <w:p w14:paraId="34756C04" w14:textId="77777777" w:rsidR="0035531B" w:rsidRPr="001974F9" w:rsidRDefault="00FD4743" w:rsidP="00CC4380">
      <w:pPr>
        <w:pStyle w:val="Textbezslovn"/>
        <w:ind w:left="1077"/>
      </w:pPr>
      <w:r w:rsidRPr="00DB15AC">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w:t>
      </w:r>
      <w:r w:rsidRPr="001974F9">
        <w:t>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1974F9">
        <w:t>.</w:t>
      </w:r>
    </w:p>
    <w:p w14:paraId="17BDB630" w14:textId="77777777" w:rsidR="0035531B" w:rsidRPr="001974F9" w:rsidRDefault="0035531B" w:rsidP="00CC4380">
      <w:pPr>
        <w:pStyle w:val="Textbezslovn"/>
        <w:ind w:left="1077"/>
      </w:pPr>
      <w:r w:rsidRPr="001974F9">
        <w:t>Doklady</w:t>
      </w:r>
      <w:r w:rsidR="00BC6D2B" w:rsidRPr="001974F9">
        <w:t xml:space="preserve"> k </w:t>
      </w:r>
      <w:r w:rsidRPr="001974F9">
        <w:t>prokázání profesní způsobilosti dodavatel</w:t>
      </w:r>
      <w:r w:rsidR="00092CC9" w:rsidRPr="001974F9">
        <w:t xml:space="preserve"> v </w:t>
      </w:r>
      <w:r w:rsidRPr="001974F9">
        <w:t>rámci nabídky nemusí předložit, pokud právní předpisy</w:t>
      </w:r>
      <w:r w:rsidR="00092CC9" w:rsidRPr="001974F9">
        <w:t xml:space="preserve"> v </w:t>
      </w:r>
      <w:r w:rsidRPr="001974F9">
        <w:t xml:space="preserve">zemi jeho sídla obdobnou profesní způsobilost nevyžadují. </w:t>
      </w:r>
    </w:p>
    <w:p w14:paraId="64031605" w14:textId="77777777" w:rsidR="0035531B" w:rsidRPr="001974F9" w:rsidRDefault="0035531B" w:rsidP="001F79F7">
      <w:pPr>
        <w:pStyle w:val="Text1-1"/>
        <w:ind w:left="737"/>
        <w:rPr>
          <w:rStyle w:val="Tun9b"/>
        </w:rPr>
      </w:pPr>
      <w:r w:rsidRPr="001974F9">
        <w:rPr>
          <w:rStyle w:val="Tun9b"/>
        </w:rPr>
        <w:t xml:space="preserve">Technická kvalifikace – seznam </w:t>
      </w:r>
      <w:r w:rsidR="00421A08" w:rsidRPr="001974F9">
        <w:rPr>
          <w:rStyle w:val="Tun9b"/>
        </w:rPr>
        <w:t xml:space="preserve">významných služeb a </w:t>
      </w:r>
      <w:r w:rsidRPr="001974F9">
        <w:rPr>
          <w:rStyle w:val="Tun9b"/>
        </w:rPr>
        <w:t>stavebních prací</w:t>
      </w:r>
    </w:p>
    <w:p w14:paraId="65709BB3" w14:textId="63B5674B" w:rsidR="00187DED" w:rsidRPr="001974F9" w:rsidRDefault="00187DED" w:rsidP="00187DED">
      <w:pPr>
        <w:pStyle w:val="Odrka1-1"/>
      </w:pPr>
      <w:r w:rsidRPr="001974F9">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1974F9">
        <w:t>DSP+</w:t>
      </w:r>
      <w:r w:rsidRPr="001974F9">
        <w:t xml:space="preserve">PDPS) </w:t>
      </w:r>
      <w:r w:rsidR="00A026C2" w:rsidRPr="001974F9">
        <w:t xml:space="preserve">nebo </w:t>
      </w:r>
      <w:r w:rsidR="001E35F3" w:rsidRPr="001974F9">
        <w:t xml:space="preserve">ve společném stupni projektové dokumentace pro společné </w:t>
      </w:r>
      <w:r w:rsidR="001E35F3" w:rsidRPr="001974F9">
        <w:lastRenderedPageBreak/>
        <w:t xml:space="preserve">povolení a projektové dokumentace pro provádění stavby (DUSP+PDPS) </w:t>
      </w:r>
      <w:r w:rsidRPr="001974F9">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 vč. přejezdové konstrukce.</w:t>
      </w:r>
    </w:p>
    <w:p w14:paraId="2C1212B9" w14:textId="57B3910A"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DUSP nebo ve společném stupni DSP</w:t>
      </w:r>
      <w:r w:rsidR="00A026C2">
        <w:t>+</w:t>
      </w:r>
      <w:r w:rsidRPr="002C1D1C">
        <w:t>PDPS</w:t>
      </w:r>
      <w:r w:rsidR="00707B4F">
        <w:t xml:space="preserve"> nebo DUSP</w:t>
      </w:r>
      <w:r w:rsidR="00A026C2">
        <w:t>+</w:t>
      </w:r>
      <w:r w:rsidR="00707B4F">
        <w:t>PDPS</w:t>
      </w:r>
      <w:r w:rsidRPr="002C1D1C">
        <w:t>, zadavatel považuje rovněž provedení aktualizace projektové dokumentace ve stupni DSP nebo DUSP nebo ve společném stupni DSP</w:t>
      </w:r>
      <w:r w:rsidR="00A026C2">
        <w:t>+</w:t>
      </w:r>
      <w:r w:rsidRPr="002C1D1C">
        <w:t>PDPS</w:t>
      </w:r>
      <w:r w:rsidR="00707B4F">
        <w:t xml:space="preserve"> nebo DUSP</w:t>
      </w:r>
      <w:r w:rsidR="00A026C2">
        <w:t>+</w:t>
      </w:r>
      <w:r w:rsidR="00707B4F">
        <w:t>PDPS</w:t>
      </w:r>
      <w:r w:rsidRPr="002C1D1C">
        <w:t>.</w:t>
      </w:r>
    </w:p>
    <w:p w14:paraId="596C5CD4" w14:textId="0FFAA9F2"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sidRPr="001974F9">
        <w:rPr>
          <w:lang w:eastAsia="cs-CZ"/>
        </w:rPr>
        <w:t xml:space="preserve">alespoň </w:t>
      </w:r>
      <w:r w:rsidR="001974F9" w:rsidRPr="001974F9">
        <w:rPr>
          <w:lang w:eastAsia="cs-CZ"/>
        </w:rPr>
        <w:t>1</w:t>
      </w:r>
      <w:r w:rsidRPr="001974F9">
        <w:t xml:space="preserve"> </w:t>
      </w:r>
      <w:r w:rsidR="001974F9" w:rsidRPr="001974F9">
        <w:t>automatického</w:t>
      </w:r>
      <w:r w:rsidRPr="001974F9">
        <w:t xml:space="preserve"> </w:t>
      </w:r>
      <w:r w:rsidRPr="001974F9">
        <w:rPr>
          <w:lang w:eastAsia="cs-CZ"/>
        </w:rPr>
        <w:t>přejezdov</w:t>
      </w:r>
      <w:r w:rsidR="001974F9" w:rsidRPr="001974F9">
        <w:rPr>
          <w:lang w:eastAsia="cs-CZ"/>
        </w:rPr>
        <w:t>ého</w:t>
      </w:r>
      <w:r w:rsidRPr="001974F9">
        <w:rPr>
          <w:lang w:eastAsia="cs-CZ"/>
        </w:rPr>
        <w:t xml:space="preserve"> zabezpečovací</w:t>
      </w:r>
      <w:r w:rsidR="001974F9" w:rsidRPr="001974F9">
        <w:rPr>
          <w:lang w:eastAsia="cs-CZ"/>
        </w:rPr>
        <w:t>ho</w:t>
      </w:r>
      <w:r w:rsidRPr="001974F9">
        <w:rPr>
          <w:lang w:eastAsia="cs-CZ"/>
        </w:rPr>
        <w:t xml:space="preserve"> zařízení vč. přejezdové konstrukce</w:t>
      </w:r>
      <w:r w:rsidRPr="001974F9">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 xml:space="preserve">předloženém seznamu musí být uvedeny </w:t>
      </w:r>
      <w:r w:rsidRPr="001974F9">
        <w:t>všechny požadované údaje, zejména název služby, předmět plnění</w:t>
      </w:r>
      <w:r w:rsidR="00444B37" w:rsidRPr="001974F9">
        <w:t>, počet automatických přejezdových zabezpečovacích zařízení vč. přejezdové konstrukce</w:t>
      </w:r>
      <w:r w:rsidRPr="001974F9">
        <w:t>, doba</w:t>
      </w:r>
      <w:r w:rsidRPr="0000237D">
        <w:t xml:space="preserve">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 xml:space="preserve">Pokud se jiná osoba, prostřednictvím které účastník prokazuje část kvalifikace dle § 83 ZZVZ, v rámci prokazování poskytnutí významných služeb prokáže stejnou </w:t>
      </w:r>
      <w:r w:rsidRPr="0000237D">
        <w:lastRenderedPageBreak/>
        <w:t>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251ED120"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9A150A" w:rsidRPr="009A150A">
        <w:rPr>
          <w:lang w:eastAsia="cs-CZ"/>
        </w:rPr>
        <w:t>1</w:t>
      </w:r>
      <w:r w:rsidR="00EC46CA" w:rsidRPr="009A150A">
        <w:rPr>
          <w:lang w:eastAsia="cs-CZ"/>
        </w:rPr>
        <w:t xml:space="preserve"> </w:t>
      </w:r>
      <w:r w:rsidR="001840C6" w:rsidRPr="009A150A">
        <w:rPr>
          <w:lang w:eastAsia="cs-CZ"/>
        </w:rPr>
        <w:t>přejezdov</w:t>
      </w:r>
      <w:r w:rsidR="009A150A" w:rsidRPr="009A150A">
        <w:rPr>
          <w:lang w:eastAsia="cs-CZ"/>
        </w:rPr>
        <w:t>é</w:t>
      </w:r>
      <w:r w:rsidR="001840C6" w:rsidRPr="009A150A">
        <w:rPr>
          <w:lang w:eastAsia="cs-CZ"/>
        </w:rPr>
        <w:t>h</w:t>
      </w:r>
      <w:r w:rsidR="009A150A" w:rsidRPr="009A150A">
        <w:rPr>
          <w:lang w:eastAsia="cs-CZ"/>
        </w:rPr>
        <w:t>o</w:t>
      </w:r>
      <w:r w:rsidR="001840C6" w:rsidRPr="009A150A">
        <w:rPr>
          <w:lang w:eastAsia="cs-CZ"/>
        </w:rPr>
        <w:t xml:space="preserve"> zabezpečovac</w:t>
      </w:r>
      <w:r w:rsidR="009A150A" w:rsidRPr="009A150A">
        <w:rPr>
          <w:lang w:eastAsia="cs-CZ"/>
        </w:rPr>
        <w:t>ího</w:t>
      </w:r>
      <w:r w:rsidR="001840C6" w:rsidRPr="009A150A">
        <w:rPr>
          <w:lang w:eastAsia="cs-CZ"/>
        </w:rPr>
        <w:t xml:space="preserve"> zařízení reléového typu s elektronickými doplňky</w:t>
      </w:r>
      <w:r w:rsidR="00990C4C">
        <w:rPr>
          <w:lang w:eastAsia="cs-CZ"/>
        </w:rPr>
        <w:t xml:space="preserve"> </w:t>
      </w:r>
      <w:r w:rsidR="00990C4C" w:rsidRPr="009A150A">
        <w:rPr>
          <w:lang w:eastAsia="cs-CZ"/>
        </w:rPr>
        <w:t>vč. přejezdové konstrukce</w:t>
      </w:r>
      <w:r w:rsidR="001840C6" w:rsidRPr="009A150A">
        <w:rPr>
          <w:lang w:eastAsia="cs-CZ"/>
        </w:rPr>
        <w:t>, nebo plně elektronického typu vč. přejezdové konstrukce (dále jen „PZZ</w:t>
      </w:r>
      <w:r w:rsidR="003E7EAF" w:rsidRPr="009A150A">
        <w:rPr>
          <w:lang w:eastAsia="cs-CZ"/>
        </w:rPr>
        <w:t xml:space="preserve"> vč. přejezdové konstrukce</w:t>
      </w:r>
      <w:r w:rsidR="001840C6" w:rsidRPr="009A150A">
        <w:rPr>
          <w:lang w:eastAsia="cs-CZ"/>
        </w:rPr>
        <w:t>“)</w:t>
      </w:r>
      <w:r w:rsidR="00EC46CA" w:rsidRPr="009A150A">
        <w:rPr>
          <w:lang w:eastAsia="cs-CZ"/>
        </w:rPr>
        <w:t>,</w:t>
      </w:r>
      <w:r w:rsidR="00EC46CA">
        <w:rPr>
          <w:lang w:eastAsia="cs-CZ"/>
        </w:rPr>
        <w:t xml:space="preserve"> a to každého z nich v minimální hodnotě plnění ve výši </w:t>
      </w:r>
      <w:r w:rsidR="009A150A" w:rsidRPr="009A150A">
        <w:rPr>
          <w:b/>
          <w:lang w:eastAsia="cs-CZ"/>
        </w:rPr>
        <w:t xml:space="preserve">16 000 000,- </w:t>
      </w:r>
      <w:r w:rsidR="00EC46CA" w:rsidRPr="009A150A">
        <w:rPr>
          <w:b/>
          <w:lang w:eastAsia="cs-CZ"/>
        </w:rPr>
        <w:t>Kč bez DPH</w:t>
      </w:r>
      <w:r w:rsidR="00CF3940">
        <w:rPr>
          <w:lang w:eastAsia="cs-CZ"/>
        </w:rPr>
        <w:t xml:space="preserve"> </w:t>
      </w:r>
      <w:r w:rsidR="00CF3940" w:rsidRPr="003624C4">
        <w:rPr>
          <w:lang w:eastAsia="cs-CZ"/>
        </w:rPr>
        <w:t>(částka se vztahuje k hodnotě rekonst</w:t>
      </w:r>
      <w:r w:rsidR="00CF3940">
        <w:rPr>
          <w:lang w:eastAsia="cs-CZ"/>
        </w:rPr>
        <w:t xml:space="preserve">rukce, výstavby nebo opravy PZZ </w:t>
      </w:r>
      <w:r w:rsidR="00CF3940" w:rsidRPr="009A150A">
        <w:rPr>
          <w:lang w:eastAsia="cs-CZ"/>
        </w:rPr>
        <w:t>vč. přejezdové konstrukce)</w:t>
      </w:r>
      <w:r w:rsidR="00EC46CA" w:rsidRPr="009A150A">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w:t>
      </w:r>
      <w:r w:rsidRPr="00412F6F">
        <w:lastRenderedPageBreak/>
        <w:t xml:space="preserve">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w:t>
      </w:r>
      <w:r w:rsidRPr="009A150A">
        <w:t>všech zadavatelem výše požadovaných údajů, cena</w:t>
      </w:r>
      <w:r w:rsidR="00071543" w:rsidRPr="009A150A">
        <w:t xml:space="preserve"> </w:t>
      </w:r>
      <w:r w:rsidR="00EA0048" w:rsidRPr="009A150A">
        <w:t xml:space="preserve">a počet </w:t>
      </w:r>
      <w:r w:rsidR="00071543" w:rsidRPr="009A150A">
        <w:rPr>
          <w:lang w:eastAsia="cs-CZ"/>
        </w:rPr>
        <w:t>PZZ vč. přejezdové konstrukce</w:t>
      </w:r>
      <w:r w:rsidRPr="009A150A">
        <w:t>, doba a místo provádění stavebních prací, identifikace objednatele a kontaktní údaje na</w:t>
      </w:r>
      <w:r w:rsidRPr="0000237D">
        <w:t xml:space="preserve">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9A150A">
        <w:rPr>
          <w:lang w:eastAsia="cs-CZ"/>
        </w:rPr>
        <w:t>PZZ vč. přejezdové konstrukce</w:t>
      </w:r>
      <w:r w:rsidRPr="009A150A">
        <w:t>,</w:t>
      </w:r>
      <w:r w:rsidRPr="0000237D">
        <w:t xml:space="preserve">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lastRenderedPageBreak/>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lastRenderedPageBreak/>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9A150A" w:rsidRDefault="00E14DD4" w:rsidP="002E7B8E">
      <w:pPr>
        <w:pStyle w:val="Textbezslovn"/>
        <w:numPr>
          <w:ilvl w:val="0"/>
          <w:numId w:val="18"/>
        </w:numPr>
      </w:pPr>
      <w:r w:rsidRPr="009A150A">
        <w:rPr>
          <w:b/>
        </w:rPr>
        <w:t>specialista pro projektovou dokumentaci</w:t>
      </w:r>
    </w:p>
    <w:p w14:paraId="13F9D9C6" w14:textId="77777777" w:rsidR="00E14DD4" w:rsidRPr="009A150A" w:rsidRDefault="00E14DD4" w:rsidP="00E14DD4">
      <w:pPr>
        <w:pStyle w:val="Odrka1-2-"/>
      </w:pPr>
      <w:r w:rsidRPr="009A150A">
        <w:t>vysokoškolské vzdělání;</w:t>
      </w:r>
    </w:p>
    <w:p w14:paraId="73242C16" w14:textId="29C6E4C0" w:rsidR="00E14DD4" w:rsidRPr="009A150A" w:rsidRDefault="00E14DD4" w:rsidP="00E14DD4">
      <w:pPr>
        <w:pStyle w:val="Odrka1-2-"/>
      </w:pPr>
      <w:r w:rsidRPr="009A150A">
        <w:t xml:space="preserve">nejméně 5 let praxe v projektování </w:t>
      </w:r>
      <w:r w:rsidR="00A026C2" w:rsidRPr="009A150A">
        <w:t>zabezpečovacího zařízení železničních drah</w:t>
      </w:r>
      <w:r w:rsidRPr="009A150A">
        <w:t>;</w:t>
      </w:r>
    </w:p>
    <w:p w14:paraId="4EBE7644" w14:textId="72AF5CFB" w:rsidR="00A026C2" w:rsidRPr="00397F0A" w:rsidRDefault="00A026C2" w:rsidP="00A026C2">
      <w:pPr>
        <w:pStyle w:val="Odrka1-2-"/>
      </w:pPr>
      <w:r w:rsidRPr="009A150A">
        <w:t>zkušenost s projektováním alespoň jedné zakázky na projektové práce pro stavby železničních drah ve stupni DSP nebo DUSP nebo DSP+PDPS nebo DUSP+PDPS, která obsahovala mimo jiné alespoň následující činnosti: projektování automatického přejezdového zabezpečovacího zařízení</w:t>
      </w:r>
      <w:r w:rsidR="00180950" w:rsidRPr="009A150A">
        <w:t xml:space="preserve">, </w:t>
      </w:r>
      <w:r w:rsidR="00180950" w:rsidRPr="009A150A">
        <w:rPr>
          <w:rFonts w:eastAsia="Times New Roman" w:cs="Calibri"/>
          <w:lang w:eastAsia="cs-CZ"/>
        </w:rPr>
        <w:t>přičemž</w:t>
      </w:r>
      <w:r w:rsidR="00180950" w:rsidRPr="00450888">
        <w:rPr>
          <w:rFonts w:eastAsia="Times New Roman" w:cs="Calibri"/>
          <w:lang w:eastAsia="cs-CZ"/>
        </w:rPr>
        <w:t xml:space="preserve"> se musí jednat o zakázku dokončenou</w:t>
      </w:r>
      <w:r w:rsidR="00180950">
        <w:rPr>
          <w:rFonts w:eastAsia="Times New Roman" w:cs="Calibri"/>
          <w:lang w:eastAsia="cs-CZ"/>
        </w:rPr>
        <w:t xml:space="preserve"> (</w:t>
      </w:r>
      <w:r w:rsidR="00180950" w:rsidRPr="00450888">
        <w:rPr>
          <w:rFonts w:eastAsia="Times New Roman" w:cs="Calibri"/>
          <w:lang w:eastAsia="cs-CZ"/>
        </w:rPr>
        <w:t xml:space="preserve">pokud byla referovaná činnost součástí </w:t>
      </w:r>
      <w:r w:rsidR="00180950" w:rsidRPr="00397F0A">
        <w:rPr>
          <w:rFonts w:eastAsia="Times New Roman" w:cs="Calibri"/>
          <w:lang w:eastAsia="cs-CZ"/>
        </w:rPr>
        <w:t>rozsáhlejšího plnění pro objednatele služby, např. kromě zpracování projektové dokumentace měl dodavatel vykonávat i autorský dozor, postačí, pokud je dokončeno plnění v rozsahu referované činnosti)</w:t>
      </w:r>
      <w:r w:rsidRPr="00397F0A">
        <w:t>;</w:t>
      </w:r>
    </w:p>
    <w:p w14:paraId="4DBC39CF" w14:textId="77777777" w:rsidR="00E14DD4" w:rsidRPr="00397F0A" w:rsidRDefault="00E14DD4" w:rsidP="00E14DD4">
      <w:pPr>
        <w:pStyle w:val="Odrka1-2-"/>
        <w:rPr>
          <w:rStyle w:val="Tun9b"/>
          <w:b w:val="0"/>
        </w:rPr>
      </w:pPr>
      <w:r w:rsidRPr="00397F0A">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7777777" w:rsidR="0035531B" w:rsidRPr="0000237D" w:rsidRDefault="0035531B" w:rsidP="009A150A">
      <w:pPr>
        <w:pStyle w:val="Textbezslovn"/>
        <w:numPr>
          <w:ilvl w:val="0"/>
          <w:numId w:val="18"/>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9A150A" w:rsidRDefault="0035531B" w:rsidP="00930B79">
      <w:pPr>
        <w:pStyle w:val="Odrka1-2-"/>
      </w:pPr>
      <w:r w:rsidRPr="009A150A">
        <w:t>nejméně 5 let praxe</w:t>
      </w:r>
      <w:r w:rsidR="00092CC9" w:rsidRPr="009A150A">
        <w:t xml:space="preserve"> v </w:t>
      </w:r>
      <w:r w:rsidRPr="009A150A">
        <w:t xml:space="preserve">řízení provádění staveb železničních drah; </w:t>
      </w:r>
    </w:p>
    <w:p w14:paraId="320226E1" w14:textId="2C242C87" w:rsidR="0035531B" w:rsidRPr="009A150A" w:rsidRDefault="00AF4A09" w:rsidP="00AF4A09">
      <w:pPr>
        <w:pStyle w:val="Odrka1-2-"/>
      </w:pPr>
      <w:r w:rsidRPr="009A150A">
        <w:t xml:space="preserve">zkušenost s řízením realizace alespoň jedné zakázky </w:t>
      </w:r>
      <w:r w:rsidR="00642162" w:rsidRPr="009A150A">
        <w:t>na stavební práce, jež zahrnovala novostavbu</w:t>
      </w:r>
      <w:r w:rsidR="004A5FBB" w:rsidRPr="009A150A">
        <w:t>,</w:t>
      </w:r>
      <w:r w:rsidR="00642162" w:rsidRPr="009A150A">
        <w:t xml:space="preserve"> rekonstrukci </w:t>
      </w:r>
      <w:r w:rsidR="004A5FBB" w:rsidRPr="009A150A">
        <w:t xml:space="preserve">nebo opravu </w:t>
      </w:r>
      <w:r w:rsidRPr="009A150A">
        <w:t>stavby železničních drah v hodnotě nejméně</w:t>
      </w:r>
      <w:r w:rsidRPr="009A150A">
        <w:rPr>
          <w:b/>
          <w:color w:val="FF0000"/>
        </w:rPr>
        <w:t xml:space="preserve"> </w:t>
      </w:r>
      <w:r w:rsidR="009A150A" w:rsidRPr="009A150A">
        <w:rPr>
          <w:b/>
        </w:rPr>
        <w:t>13 000 000,-</w:t>
      </w:r>
      <w:r w:rsidR="00C85053" w:rsidRPr="009A150A">
        <w:rPr>
          <w:b/>
        </w:rPr>
        <w:t xml:space="preserve"> </w:t>
      </w:r>
      <w:r w:rsidRPr="009A150A">
        <w:rPr>
          <w:b/>
        </w:rPr>
        <w:t xml:space="preserve"> Kč </w:t>
      </w:r>
      <w:r w:rsidRPr="009A150A">
        <w:t xml:space="preserve">bez DPH, a to v posledních 10 letech před zahájením </w:t>
      </w:r>
      <w:r w:rsidR="00E14DD4" w:rsidRPr="009A150A">
        <w:t xml:space="preserve">výběrového řízení, </w:t>
      </w:r>
      <w:r w:rsidRPr="009A150A">
        <w:t xml:space="preserve">jejíž </w:t>
      </w:r>
      <w:r w:rsidR="00E14DD4" w:rsidRPr="009A150A">
        <w:t>součástí</w:t>
      </w:r>
      <w:r w:rsidRPr="009A150A">
        <w:t xml:space="preserve"> byla mimo jiné </w:t>
      </w:r>
      <w:r w:rsidR="00BE3236" w:rsidRPr="009A150A">
        <w:t>novostavba</w:t>
      </w:r>
      <w:r w:rsidR="00707B4F" w:rsidRPr="009A150A">
        <w:t>,</w:t>
      </w:r>
      <w:r w:rsidR="00BE3236" w:rsidRPr="009A150A">
        <w:t xml:space="preserve"> </w:t>
      </w:r>
      <w:r w:rsidRPr="009A150A">
        <w:t>rekonstrukce</w:t>
      </w:r>
      <w:r w:rsidR="00707B4F" w:rsidRPr="009A150A">
        <w:t xml:space="preserve"> nebo oprava</w:t>
      </w:r>
      <w:r w:rsidRPr="009A150A">
        <w:t xml:space="preserve"> </w:t>
      </w:r>
      <w:r w:rsidR="00E14DD4" w:rsidRPr="009A150A">
        <w:rPr>
          <w:rFonts w:ascii="Verdana" w:hAnsi="Verdana" w:cs="Calibri"/>
        </w:rPr>
        <w:t>přejezdových zabezpečovacích zařízení</w:t>
      </w:r>
      <w:r w:rsidR="00E14DD4" w:rsidRPr="009A150A">
        <w:rPr>
          <w:rFonts w:ascii="Verdana" w:hAnsi="Verdana" w:cs="Calibri"/>
          <w:color w:val="FF0000"/>
        </w:rPr>
        <w:t xml:space="preserve"> </w:t>
      </w:r>
      <w:r w:rsidR="00E14DD4" w:rsidRPr="009A150A">
        <w:rPr>
          <w:rFonts w:ascii="Verdana" w:hAnsi="Verdana" w:cs="Calibri"/>
        </w:rPr>
        <w:t>reléového typu s elektronickými doplňky</w:t>
      </w:r>
      <w:r w:rsidR="00990C4C">
        <w:rPr>
          <w:rFonts w:ascii="Verdana" w:hAnsi="Verdana" w:cs="Calibri"/>
        </w:rPr>
        <w:t xml:space="preserve"> </w:t>
      </w:r>
      <w:r w:rsidR="00990C4C" w:rsidRPr="009A150A">
        <w:rPr>
          <w:lang w:eastAsia="cs-CZ"/>
        </w:rPr>
        <w:t>vč. přejezdové konstrukce</w:t>
      </w:r>
      <w:r w:rsidR="00E14DD4" w:rsidRPr="009A150A">
        <w:rPr>
          <w:rFonts w:ascii="Verdana" w:hAnsi="Verdana" w:cs="Calibri"/>
        </w:rPr>
        <w:t>, nebo plně elektronického typu vč. přejezdové konstrukce</w:t>
      </w:r>
      <w:r w:rsidR="0035531B" w:rsidRPr="009A150A">
        <w:t>;</w:t>
      </w:r>
    </w:p>
    <w:p w14:paraId="179A43A2" w14:textId="4D9E9FC5" w:rsidR="0035531B" w:rsidRPr="009A150A" w:rsidRDefault="0035531B" w:rsidP="00AD1771">
      <w:pPr>
        <w:pStyle w:val="Odrka1-2-"/>
      </w:pPr>
      <w:r w:rsidRPr="009A150A">
        <w:t>musí předložit doklad</w:t>
      </w:r>
      <w:r w:rsidR="00092CC9" w:rsidRPr="009A150A">
        <w:t xml:space="preserve"> o </w:t>
      </w:r>
      <w:r w:rsidRPr="009A150A">
        <w:t>autorizaci</w:t>
      </w:r>
      <w:r w:rsidR="00092CC9" w:rsidRPr="009A150A">
        <w:t xml:space="preserve"> v </w:t>
      </w:r>
      <w:r w:rsidRPr="009A150A">
        <w:t xml:space="preserve">rozsahu dle § 5 odst. 3 písm. </w:t>
      </w:r>
      <w:r w:rsidR="006B6FDB" w:rsidRPr="009A150A">
        <w:t>e</w:t>
      </w:r>
      <w:r w:rsidRPr="009A150A">
        <w:t xml:space="preserve">) </w:t>
      </w:r>
      <w:r w:rsidR="007476A8" w:rsidRPr="009A150A">
        <w:t xml:space="preserve">autorizačního </w:t>
      </w:r>
      <w:r w:rsidRPr="009A150A">
        <w:t>zákona, tedy</w:t>
      </w:r>
      <w:r w:rsidR="00092CC9" w:rsidRPr="009A150A">
        <w:t xml:space="preserve"> v </w:t>
      </w:r>
      <w:r w:rsidRPr="009A150A">
        <w:t xml:space="preserve">oboru </w:t>
      </w:r>
      <w:r w:rsidR="006B6FDB" w:rsidRPr="009A150A">
        <w:t>technologická zařízení staveb</w:t>
      </w:r>
      <w:r w:rsidRPr="009A150A">
        <w:t>;</w:t>
      </w:r>
    </w:p>
    <w:p w14:paraId="142152AE" w14:textId="77777777" w:rsidR="0035531B" w:rsidRPr="009A150A" w:rsidRDefault="0035531B" w:rsidP="009A150A">
      <w:pPr>
        <w:pStyle w:val="Textbezslovn"/>
        <w:numPr>
          <w:ilvl w:val="0"/>
          <w:numId w:val="18"/>
        </w:numPr>
        <w:rPr>
          <w:rStyle w:val="Tun9b"/>
        </w:rPr>
      </w:pPr>
      <w:r w:rsidRPr="009A150A">
        <w:rPr>
          <w:rStyle w:val="Tun9b"/>
        </w:rPr>
        <w:t>specialista (vedoucí prací) na železniční svršek</w:t>
      </w:r>
      <w:r w:rsidR="00AF4A09" w:rsidRPr="009A150A">
        <w:rPr>
          <w:rStyle w:val="Tun9b"/>
        </w:rPr>
        <w:t xml:space="preserve"> a spodek</w:t>
      </w:r>
      <w:r w:rsidRPr="009A150A">
        <w:rPr>
          <w:rStyle w:val="Tun9b"/>
        </w:rPr>
        <w:t xml:space="preserve"> </w:t>
      </w:r>
    </w:p>
    <w:p w14:paraId="5D6D92DC" w14:textId="77777777" w:rsidR="0035531B" w:rsidRPr="009A150A" w:rsidRDefault="0035531B" w:rsidP="00930B79">
      <w:pPr>
        <w:pStyle w:val="Odrka1-2-"/>
      </w:pPr>
      <w:r w:rsidRPr="009A150A">
        <w:t>minimálně středoškolské vzdělání;</w:t>
      </w:r>
    </w:p>
    <w:p w14:paraId="4FA7DDDC" w14:textId="77777777" w:rsidR="0035531B" w:rsidRPr="009A150A" w:rsidRDefault="0035531B" w:rsidP="00930B79">
      <w:pPr>
        <w:pStyle w:val="Odrka1-2-"/>
      </w:pPr>
      <w:r w:rsidRPr="009A150A">
        <w:t>nejméně 5 let praxe</w:t>
      </w:r>
      <w:r w:rsidR="00092CC9" w:rsidRPr="009A150A">
        <w:t xml:space="preserve"> v </w:t>
      </w:r>
      <w:r w:rsidRPr="009A150A">
        <w:t xml:space="preserve">oboru své specializace </w:t>
      </w:r>
      <w:r w:rsidR="00B07880" w:rsidRPr="009A150A">
        <w:t xml:space="preserve">(železniční svršek a spodek) </w:t>
      </w:r>
      <w:r w:rsidRPr="009A150A">
        <w:t>při provádění staveb;</w:t>
      </w:r>
    </w:p>
    <w:p w14:paraId="75F715E3" w14:textId="77777777" w:rsidR="0035531B" w:rsidRPr="009A150A" w:rsidRDefault="0096212A" w:rsidP="00AF4A09">
      <w:pPr>
        <w:pStyle w:val="Odrka1-2-"/>
      </w:pPr>
      <w:r w:rsidRPr="009A150A">
        <w:t>musí předložit doklad o autorizaci v rozsahu dle § 5 odst. 3 písm. b) autorizačního zákona, tedy v oboru dopravní stavby;</w:t>
      </w:r>
    </w:p>
    <w:p w14:paraId="230FA4EC" w14:textId="77777777" w:rsidR="0035531B" w:rsidRPr="009A150A" w:rsidRDefault="0035531B" w:rsidP="009A150A">
      <w:pPr>
        <w:pStyle w:val="Textbezslovn"/>
        <w:numPr>
          <w:ilvl w:val="0"/>
          <w:numId w:val="18"/>
        </w:numPr>
        <w:rPr>
          <w:rStyle w:val="Tun9b"/>
        </w:rPr>
      </w:pPr>
      <w:r w:rsidRPr="009A150A">
        <w:rPr>
          <w:rStyle w:val="Tun9b"/>
        </w:rPr>
        <w:t xml:space="preserve">specialista (vedoucí prací) na </w:t>
      </w:r>
      <w:r w:rsidR="00AF4A09" w:rsidRPr="009A150A">
        <w:rPr>
          <w:rStyle w:val="Tun9b"/>
        </w:rPr>
        <w:t xml:space="preserve">sdělovací a </w:t>
      </w:r>
      <w:r w:rsidRPr="009A150A">
        <w:rPr>
          <w:rStyle w:val="Tun9b"/>
        </w:rPr>
        <w:t>zabezpečovací zařízení</w:t>
      </w:r>
    </w:p>
    <w:p w14:paraId="2A36A42A" w14:textId="77777777" w:rsidR="0035531B" w:rsidRPr="009A150A" w:rsidRDefault="0035531B" w:rsidP="008B2021">
      <w:pPr>
        <w:pStyle w:val="Odrka1-2-"/>
      </w:pPr>
      <w:r w:rsidRPr="009A150A">
        <w:t>minimálně středoškolské vzdělání;</w:t>
      </w:r>
    </w:p>
    <w:p w14:paraId="0D449C1A" w14:textId="77777777" w:rsidR="0035531B" w:rsidRPr="009A150A" w:rsidRDefault="0035531B" w:rsidP="008B2021">
      <w:pPr>
        <w:pStyle w:val="Odrka1-2-"/>
      </w:pPr>
      <w:r w:rsidRPr="009A150A">
        <w:t>nejméně 5 let praxe</w:t>
      </w:r>
      <w:r w:rsidR="00092CC9" w:rsidRPr="009A150A">
        <w:t xml:space="preserve"> v </w:t>
      </w:r>
      <w:r w:rsidRPr="009A150A">
        <w:t xml:space="preserve">oboru své specializace </w:t>
      </w:r>
      <w:r w:rsidR="00B07880" w:rsidRPr="009A150A">
        <w:t xml:space="preserve">(sdělovací a zabezpečovací zařízení) </w:t>
      </w:r>
      <w:r w:rsidRPr="009A150A">
        <w:t>při provádění staveb;</w:t>
      </w:r>
    </w:p>
    <w:p w14:paraId="1C2557CE" w14:textId="77777777" w:rsidR="0035531B" w:rsidRPr="009A150A" w:rsidRDefault="0035531B" w:rsidP="008B2021">
      <w:pPr>
        <w:pStyle w:val="Odrka1-2-"/>
      </w:pPr>
      <w:r w:rsidRPr="009A150A">
        <w:t>musí předložit doklad</w:t>
      </w:r>
      <w:r w:rsidR="00092CC9" w:rsidRPr="009A150A">
        <w:t xml:space="preserve"> o </w:t>
      </w:r>
      <w:r w:rsidRPr="009A150A">
        <w:t>autorizaci</w:t>
      </w:r>
      <w:r w:rsidR="00092CC9" w:rsidRPr="009A150A">
        <w:t xml:space="preserve"> v </w:t>
      </w:r>
      <w:r w:rsidRPr="009A150A">
        <w:t>rozsahu dle § 5 odst. 3 písm. e) autorizačního zákona, tedy</w:t>
      </w:r>
      <w:r w:rsidR="00092CC9" w:rsidRPr="009A150A">
        <w:t xml:space="preserve"> v </w:t>
      </w:r>
      <w:r w:rsidRPr="009A150A">
        <w:t>oboru technologická zařízení staveb;</w:t>
      </w:r>
    </w:p>
    <w:p w14:paraId="5FA642D1" w14:textId="77777777" w:rsidR="0035531B" w:rsidRPr="009A150A" w:rsidRDefault="0035531B" w:rsidP="009A150A">
      <w:pPr>
        <w:pStyle w:val="Textbezslovn"/>
        <w:numPr>
          <w:ilvl w:val="0"/>
          <w:numId w:val="18"/>
        </w:numPr>
        <w:rPr>
          <w:rStyle w:val="Tun9b"/>
        </w:rPr>
      </w:pPr>
      <w:r w:rsidRPr="009A150A">
        <w:rPr>
          <w:rStyle w:val="Tun9b"/>
        </w:rPr>
        <w:t xml:space="preserve">specialista (vedoucí prací) na </w:t>
      </w:r>
      <w:r w:rsidR="00AF4A09" w:rsidRPr="009A150A">
        <w:rPr>
          <w:rStyle w:val="Tun9b"/>
        </w:rPr>
        <w:t>silnoproud</w:t>
      </w:r>
      <w:r w:rsidRPr="009A150A">
        <w:rPr>
          <w:rStyle w:val="Tun9b"/>
        </w:rPr>
        <w:t xml:space="preserve"> </w:t>
      </w:r>
    </w:p>
    <w:p w14:paraId="085E229F" w14:textId="77777777" w:rsidR="0035531B" w:rsidRPr="009A150A" w:rsidRDefault="0035531B" w:rsidP="008B2021">
      <w:pPr>
        <w:pStyle w:val="Odrka1-2-"/>
      </w:pPr>
      <w:r w:rsidRPr="009A150A">
        <w:t>minimálně středoškolské vzdělání;</w:t>
      </w:r>
    </w:p>
    <w:p w14:paraId="1E62E74F" w14:textId="77777777" w:rsidR="0035531B" w:rsidRPr="009A150A" w:rsidRDefault="0035531B" w:rsidP="008B2021">
      <w:pPr>
        <w:pStyle w:val="Odrka1-2-"/>
      </w:pPr>
      <w:r w:rsidRPr="009A150A">
        <w:t>nejméně 5 let praxe</w:t>
      </w:r>
      <w:r w:rsidR="00092CC9" w:rsidRPr="009A150A">
        <w:t xml:space="preserve"> v </w:t>
      </w:r>
      <w:r w:rsidRPr="009A150A">
        <w:t xml:space="preserve">oboru své specializace </w:t>
      </w:r>
      <w:r w:rsidR="00B07880" w:rsidRPr="009A150A">
        <w:t xml:space="preserve">(silnoproud) </w:t>
      </w:r>
      <w:r w:rsidRPr="009A150A">
        <w:t>při provádění staveb;</w:t>
      </w:r>
    </w:p>
    <w:p w14:paraId="5350885B" w14:textId="77777777" w:rsidR="0035531B" w:rsidRPr="009A150A" w:rsidRDefault="0035531B" w:rsidP="008B2021">
      <w:pPr>
        <w:pStyle w:val="Odrka1-2-"/>
      </w:pPr>
      <w:r w:rsidRPr="009A150A">
        <w:t>musí předložit doklad</w:t>
      </w:r>
      <w:r w:rsidR="00092CC9" w:rsidRPr="009A150A">
        <w:t xml:space="preserve"> o </w:t>
      </w:r>
      <w:r w:rsidRPr="009A150A">
        <w:t>autorizaci</w:t>
      </w:r>
      <w:r w:rsidR="00092CC9" w:rsidRPr="009A150A">
        <w:t xml:space="preserve"> v </w:t>
      </w:r>
      <w:r w:rsidRPr="009A150A">
        <w:t>rozsahu dle § 5 odst. 3 písm. e) autorizačního zákona, tedy</w:t>
      </w:r>
      <w:r w:rsidR="00092CC9" w:rsidRPr="009A150A">
        <w:t xml:space="preserve"> v </w:t>
      </w:r>
      <w:r w:rsidRPr="009A150A">
        <w:t>oboru technologická zařízení staveb;</w:t>
      </w:r>
    </w:p>
    <w:p w14:paraId="4D907F7B" w14:textId="77777777" w:rsidR="0035531B" w:rsidRPr="009A150A" w:rsidRDefault="0035531B" w:rsidP="009A150A">
      <w:pPr>
        <w:pStyle w:val="Textbezslovn"/>
        <w:numPr>
          <w:ilvl w:val="0"/>
          <w:numId w:val="18"/>
        </w:numPr>
        <w:rPr>
          <w:rStyle w:val="Tun9b"/>
        </w:rPr>
      </w:pPr>
      <w:r w:rsidRPr="009A150A">
        <w:rPr>
          <w:rStyle w:val="Tun9b"/>
        </w:rPr>
        <w:t>úředně oprávněný zeměměřický inženýr</w:t>
      </w:r>
    </w:p>
    <w:p w14:paraId="3B7769F3" w14:textId="77777777" w:rsidR="0035531B" w:rsidRPr="009A150A" w:rsidRDefault="0035531B" w:rsidP="008B2021">
      <w:pPr>
        <w:pStyle w:val="Odrka1-2-"/>
      </w:pPr>
      <w:r w:rsidRPr="009A150A">
        <w:lastRenderedPageBreak/>
        <w:t>oprávnění pro ověřování výsledků zeměměřických činností</w:t>
      </w:r>
      <w:r w:rsidR="00092CC9" w:rsidRPr="009A150A">
        <w:t xml:space="preserve"> v </w:t>
      </w:r>
      <w:r w:rsidRPr="009A150A">
        <w:t>rozsahu dle § 13 odst. 1 písm. a)</w:t>
      </w:r>
      <w:r w:rsidR="00845C50" w:rsidRPr="009A150A">
        <w:t xml:space="preserve"> a </w:t>
      </w:r>
      <w:r w:rsidRPr="009A150A">
        <w:t>c) zákona č. 200/1994 Sb.,</w:t>
      </w:r>
      <w:r w:rsidR="00092CC9" w:rsidRPr="009A150A">
        <w:t xml:space="preserve"> o </w:t>
      </w:r>
      <w:r w:rsidRPr="009A150A">
        <w:t>zeměměřictví</w:t>
      </w:r>
      <w:r w:rsidR="00845C50" w:rsidRPr="009A150A">
        <w:t xml:space="preserve"> a</w:t>
      </w:r>
      <w:r w:rsidR="00092CC9" w:rsidRPr="009A150A">
        <w:t xml:space="preserve"> o </w:t>
      </w:r>
      <w:r w:rsidRPr="009A150A">
        <w:t>změně</w:t>
      </w:r>
      <w:r w:rsidR="00845C50" w:rsidRPr="009A150A">
        <w:t xml:space="preserve"> a </w:t>
      </w:r>
      <w:r w:rsidRPr="009A150A">
        <w:t>doplnění některých zákonů souvisejících</w:t>
      </w:r>
      <w:r w:rsidR="00845C50" w:rsidRPr="009A150A">
        <w:t xml:space="preserve"> s </w:t>
      </w:r>
      <w:r w:rsidRPr="009A150A">
        <w:t xml:space="preserve">jeho zavedením, ve znění </w:t>
      </w:r>
      <w:r w:rsidR="004B4827" w:rsidRPr="009A150A">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00237D" w:rsidRDefault="0035531B" w:rsidP="008B2021">
      <w:pPr>
        <w:pStyle w:val="Textbezslovn"/>
      </w:pPr>
      <w:r w:rsidRPr="0000237D">
        <w:rPr>
          <w:rStyle w:val="Tun9b"/>
        </w:rPr>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9A150A">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00237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 xml:space="preserve">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w:t>
      </w:r>
      <w:r w:rsidRPr="0000237D">
        <w:lastRenderedPageBreak/>
        <w:t>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w:t>
      </w:r>
      <w:r w:rsidRPr="0000237D">
        <w:lastRenderedPageBreak/>
        <w:t>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9A150A" w:rsidRDefault="0035531B" w:rsidP="0006499F">
      <w:pPr>
        <w:pStyle w:val="Odrka1-1"/>
      </w:pPr>
      <w:r w:rsidRPr="009A150A">
        <w:t>Informace</w:t>
      </w:r>
      <w:r w:rsidR="00BC6D2B" w:rsidRPr="009A150A">
        <w:t xml:space="preserve"> k </w:t>
      </w:r>
      <w:r w:rsidRPr="009A150A">
        <w:t>doložení úředního oprávnění pro ověřování výsledků zeměměřických činností</w:t>
      </w:r>
      <w:r w:rsidR="00092CC9" w:rsidRPr="009A150A">
        <w:t xml:space="preserve"> v </w:t>
      </w:r>
      <w:r w:rsidRPr="009A150A">
        <w:t>rozsahu dle § 13 odst. 1 zákona č. 200/1994 Sb.,</w:t>
      </w:r>
      <w:r w:rsidR="00092CC9" w:rsidRPr="009A150A">
        <w:t xml:space="preserve"> o </w:t>
      </w:r>
      <w:r w:rsidRPr="009A150A">
        <w:t>zeměměřictví</w:t>
      </w:r>
      <w:r w:rsidR="00845C50" w:rsidRPr="009A150A">
        <w:t xml:space="preserve"> a</w:t>
      </w:r>
      <w:r w:rsidR="00092CC9" w:rsidRPr="009A150A">
        <w:t xml:space="preserve"> o </w:t>
      </w:r>
      <w:r w:rsidRPr="009A150A">
        <w:t>změně</w:t>
      </w:r>
      <w:r w:rsidR="00845C50" w:rsidRPr="009A150A">
        <w:t xml:space="preserve"> a </w:t>
      </w:r>
      <w:r w:rsidRPr="009A150A">
        <w:t>doplnění některých zákonů souvisejících</w:t>
      </w:r>
      <w:r w:rsidR="00845C50" w:rsidRPr="009A150A">
        <w:t xml:space="preserve"> s </w:t>
      </w:r>
      <w:r w:rsidRPr="009A150A">
        <w:t xml:space="preserve">jeho zavedením, ve znění pozdějších předpisů, zahraničními osobami (§ 12 až 16 zák. č. 200/1994 Sb.): </w:t>
      </w:r>
      <w:r w:rsidRPr="009A150A">
        <w:lastRenderedPageBreak/>
        <w:t>přeshraniční poskytování služeb</w:t>
      </w:r>
      <w:r w:rsidR="00092CC9" w:rsidRPr="009A150A">
        <w:t xml:space="preserve"> v </w:t>
      </w:r>
      <w:r w:rsidRPr="009A150A">
        <w:t>České republice zahraniční fyzickou osobou ohledně ověřování výsledků zeměměřických činností je možné pouze na základě úředního oprávnění, které vydává Český úřad zeměměřický</w:t>
      </w:r>
      <w:r w:rsidR="00845C50" w:rsidRPr="009A150A">
        <w:t xml:space="preserve"> a </w:t>
      </w:r>
      <w:r w:rsidRPr="009A150A">
        <w:t>katastrální. Úřední oprávnění udělí příslušný úřad fyzické osobě, které uzná odbornou kvalifikaci</w:t>
      </w:r>
      <w:r w:rsidR="00845C50" w:rsidRPr="009A150A">
        <w:t xml:space="preserve"> a </w:t>
      </w:r>
      <w:r w:rsidRPr="009A150A">
        <w:t>bezúhonnost podle zákona</w:t>
      </w:r>
      <w:r w:rsidR="00092CC9" w:rsidRPr="009A150A">
        <w:t xml:space="preserve"> o </w:t>
      </w:r>
      <w:r w:rsidRPr="009A150A">
        <w:t>uznávání odborné kvalifikace (zák. č. 18/2004 Sb., ve znění pozdějších předpisů). Doklady</w:t>
      </w:r>
      <w:r w:rsidR="00092CC9" w:rsidRPr="009A150A">
        <w:t xml:space="preserve"> o </w:t>
      </w:r>
      <w:r w:rsidRPr="009A150A">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990C4C"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 xml:space="preserve">dokončení </w:t>
      </w:r>
      <w:r w:rsidRPr="00065126">
        <w:rPr>
          <w:rStyle w:val="Tun9b"/>
        </w:rPr>
        <w:lastRenderedPageBreak/>
        <w:t>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3"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3"/>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 xml:space="preserve">tím, že je </w:t>
      </w:r>
      <w:r w:rsidRPr="00C81271">
        <w:lastRenderedPageBreak/>
        <w:t>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72BDFD4B" w14:textId="10A03805" w:rsidR="00F6254D" w:rsidRPr="005204F3" w:rsidRDefault="006A33B0" w:rsidP="005204F3">
      <w:pPr>
        <w:pStyle w:val="Odrka1-1"/>
        <w:numPr>
          <w:ilvl w:val="0"/>
          <w:numId w:val="0"/>
        </w:numPr>
        <w:spacing w:after="0"/>
        <w:ind w:left="1077"/>
      </w:pPr>
      <w:r w:rsidRPr="009A150A">
        <w:t>- přejezdové zabezpečovací zařízení</w:t>
      </w:r>
      <w:r w:rsidR="009A150A" w:rsidRPr="009A150A">
        <w:t xml:space="preserve"> světelné</w:t>
      </w:r>
      <w:r w:rsidR="005204F3">
        <w:t>.</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33924746" w:rsidR="0035531B" w:rsidRPr="00C3729A" w:rsidRDefault="0035531B" w:rsidP="00193D8F">
      <w:pPr>
        <w:pStyle w:val="Odrka1-1"/>
      </w:pPr>
      <w:r w:rsidRPr="00C3729A">
        <w:t>Harmonogram postupu prací</w:t>
      </w:r>
      <w:r w:rsidR="00387108">
        <w:t>, pro každou jednotlivou stavbu samostatně,</w:t>
      </w:r>
      <w:bookmarkStart w:id="14" w:name="_GoBack"/>
      <w:bookmarkEnd w:id="14"/>
      <w:r w:rsidRPr="00C3729A">
        <w:t xml:space="preserve">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w:t>
      </w:r>
      <w:r w:rsidRPr="00B848EB">
        <w:lastRenderedPageBreak/>
        <w:t>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42472"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w:t>
      </w:r>
      <w:r w:rsidRPr="00B42472">
        <w:t>instrukcí):</w:t>
      </w:r>
    </w:p>
    <w:p w14:paraId="1314E185" w14:textId="0A4F27A9" w:rsidR="00616090" w:rsidRPr="00B42472" w:rsidRDefault="00616090" w:rsidP="00131E9D">
      <w:pPr>
        <w:pStyle w:val="Odrka1-2-"/>
      </w:pPr>
      <w:r w:rsidRPr="00B42472">
        <w:t xml:space="preserve">do těla závazného vzoru smlouvy </w:t>
      </w:r>
      <w:r w:rsidR="00131E9D" w:rsidRPr="00B42472">
        <w:t xml:space="preserve">(čl. 3.3) </w:t>
      </w:r>
      <w:r w:rsidRPr="00B42472">
        <w:t xml:space="preserve">celkovou nabídkovou cenu díla </w:t>
      </w:r>
      <w:r w:rsidR="00C66E2A" w:rsidRPr="00B42472">
        <w:t xml:space="preserve">(tj. Cena Díla souboru staveb) a nabídkovou cenu jednotlivých staveb </w:t>
      </w:r>
      <w:r w:rsidR="00131E9D" w:rsidRPr="00B42472">
        <w:t xml:space="preserve">(tj. Cena Díla stavby 1, Cena Díla stavby 2 a Cena Díla stavby 3) </w:t>
      </w:r>
      <w:r w:rsidRPr="00B42472">
        <w:t>bez DPH zpracovanou dle požadavků stanovených v článku 13 této Výzvy;</w:t>
      </w:r>
      <w:r w:rsidR="00F56CFF" w:rsidRPr="00B42472">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0E719952"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w:t>
      </w:r>
      <w:r w:rsidRPr="00B42472">
        <w:rPr>
          <w:lang w:eastAsia="cs-CZ"/>
        </w:rPr>
        <w:t xml:space="preserve">výslovně uvádí, že Smluvní cena celkem za soubor staveb i za jednotlivé stavby ve smyslu této Výzvy vkládaná do Přílohy č. 4 závazného vzoru smlouvy musí naprosto korespondovat s hodnotou Ceny Díla </w:t>
      </w:r>
      <w:r w:rsidR="00131E9D" w:rsidRPr="00B42472">
        <w:rPr>
          <w:lang w:eastAsia="cs-CZ"/>
        </w:rPr>
        <w:t xml:space="preserve">souboru staveb i jednotlivých staveb </w:t>
      </w:r>
      <w:r w:rsidRPr="00B42472">
        <w:rPr>
          <w:lang w:eastAsia="cs-CZ"/>
        </w:rPr>
        <w:t>ve smyslu</w:t>
      </w:r>
      <w:r w:rsidRPr="009C2212">
        <w:rPr>
          <w:lang w:eastAsia="cs-CZ"/>
        </w:rPr>
        <w:t xml:space="preserve">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lastRenderedPageBreak/>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0C8616B7" w14:textId="05423183" w:rsidR="00990C4C" w:rsidRDefault="00990C4C" w:rsidP="00912D0E">
      <w:pPr>
        <w:pStyle w:val="Text1-1"/>
        <w:numPr>
          <w:ilvl w:val="0"/>
          <w:numId w:val="0"/>
        </w:numPr>
        <w:ind w:left="737"/>
      </w:pPr>
      <w:r w:rsidRPr="00912D0E">
        <w:rPr>
          <w:b/>
        </w:rPr>
        <w:t xml:space="preserve">Nabídku lze podat v termínu uvedeném na profilu zadavatele: </w:t>
      </w:r>
      <w:hyperlink r:id="rId20" w:history="1">
        <w:r w:rsidRPr="007A226B">
          <w:rPr>
            <w:rStyle w:val="Hypertextovodkaz"/>
            <w:b/>
            <w:noProof w:val="0"/>
          </w:rPr>
          <w:t>https://zakazky.spravazeleznic.cz/</w:t>
        </w:r>
      </w:hyperlink>
      <w:r w:rsidRPr="00912D0E">
        <w:rPr>
          <w:b/>
        </w:rPr>
        <w:t>.</w:t>
      </w:r>
      <w:r>
        <w:rPr>
          <w:b/>
        </w:rPr>
        <w:t xml:space="preserve"> </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w:t>
      </w:r>
      <w:r w:rsidRPr="00B848EB">
        <w:lastRenderedPageBreak/>
        <w:t xml:space="preserve">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lastRenderedPageBreak/>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cena </w:t>
      </w:r>
      <w:r w:rsidR="008476A8" w:rsidRPr="00B42472">
        <w:t xml:space="preserve">(a to jak souboru staveb, tak i jednotlivých staveb) </w:t>
      </w:r>
      <w:r w:rsidRPr="00B42472">
        <w:t>bude v návrhu Smlouvy o dílo uvedena v Kč bez DPH</w:t>
      </w:r>
      <w:r w:rsidR="0012251B" w:rsidRPr="00B42472">
        <w:t xml:space="preserve">, a to </w:t>
      </w:r>
      <w:r w:rsidR="008476A8" w:rsidRPr="00B42472">
        <w:t xml:space="preserve">vždy </w:t>
      </w:r>
      <w:r w:rsidR="0012251B" w:rsidRPr="00B42472">
        <w:t>jako součet ceny za zpracování projektové dokumentace bez DPH</w:t>
      </w:r>
      <w:r w:rsidR="008476A8" w:rsidRPr="00B42472">
        <w:t xml:space="preserve"> (dále rozdělené na cenu za dokumentaci pro stavební povolení a projektovou dokumentaci pro provádění stavby)</w:t>
      </w:r>
      <w:r w:rsidR="0012251B" w:rsidRPr="00B42472">
        <w:t>, ceny za výkon autorského dozoru bez DPH a ceny za zhotovení stavby bez DPH.</w:t>
      </w:r>
      <w:r w:rsidRPr="00B42472">
        <w:t xml:space="preserve"> Nabídková cena bude zaokrouhlená na dvě desetinná místa. V případě rozporu mezi </w:t>
      </w:r>
      <w:r w:rsidR="008476A8" w:rsidRPr="00B42472">
        <w:t xml:space="preserve">celkovou </w:t>
      </w:r>
      <w:r w:rsidRPr="00B42472">
        <w:t xml:space="preserve">nabídkovou cenou </w:t>
      </w:r>
      <w:r w:rsidR="008476A8" w:rsidRPr="00B42472">
        <w:t xml:space="preserve">souboru staveb </w:t>
      </w:r>
      <w:r w:rsidRPr="00B42472">
        <w:t xml:space="preserve">uvedenou v návrhu Smlouvy o dílo a </w:t>
      </w:r>
      <w:r w:rsidR="008476A8" w:rsidRPr="00B42472">
        <w:t xml:space="preserve">celkovou </w:t>
      </w:r>
      <w:r w:rsidRPr="00B42472">
        <w:t xml:space="preserve">nabídkovou cenou </w:t>
      </w:r>
      <w:r w:rsidR="008476A8" w:rsidRPr="00B42472">
        <w:t xml:space="preserve">souboru staveb </w:t>
      </w:r>
      <w:r w:rsidRPr="00B42472">
        <w:t>uvedenou v</w:t>
      </w:r>
      <w:r w:rsidR="00180A4A" w:rsidRPr="00B42472">
        <w:t> Rekapitulaci</w:t>
      </w:r>
      <w:r w:rsidR="00180A4A" w:rsidRPr="00B848EB">
        <w:t xml:space="preserve">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lastRenderedPageBreak/>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w:t>
      </w:r>
      <w:r w:rsidRPr="00B848EB">
        <w:lastRenderedPageBreak/>
        <w:t xml:space="preserve">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B42472">
        <w:t xml:space="preserve">V rámci hodnotícího kritéria bude hodnocena výše </w:t>
      </w:r>
      <w:r w:rsidR="00C75497" w:rsidRPr="00B42472">
        <w:t xml:space="preserve">celkové </w:t>
      </w:r>
      <w:r w:rsidRPr="00B42472">
        <w:t xml:space="preserve">nabídkové ceny </w:t>
      </w:r>
      <w:r w:rsidR="00C75497" w:rsidRPr="00B42472">
        <w:t xml:space="preserve">souboru staveb </w:t>
      </w:r>
      <w:r w:rsidRPr="00B42472">
        <w:t>v Kč bez DPH ve smyslu odst. 13.3 této Výzvy uvedená v návrhu Smlouv</w:t>
      </w:r>
      <w:r w:rsidRPr="002306DF">
        <w:t>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lastRenderedPageBreak/>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 xml:space="preserve">elektrotechnice, ve </w:t>
      </w:r>
      <w:r w:rsidRPr="004C0FF1">
        <w:lastRenderedPageBreak/>
        <w:t>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B42472"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w:t>
      </w:r>
      <w:r w:rsidR="00092CC9" w:rsidRPr="00B42472">
        <w:t>v </w:t>
      </w:r>
      <w:r w:rsidRPr="00B42472">
        <w:t>rozsahu projektování UTZ/E;</w:t>
      </w:r>
    </w:p>
    <w:p w14:paraId="5706FC40" w14:textId="77777777" w:rsidR="0035531B" w:rsidRPr="00B42472" w:rsidRDefault="0035531B" w:rsidP="007038DC">
      <w:pPr>
        <w:pStyle w:val="Odrka1-1"/>
      </w:pPr>
      <w:r w:rsidRPr="00B42472">
        <w:t>kopi</w:t>
      </w:r>
      <w:r w:rsidR="001B5ED5" w:rsidRPr="00B42472">
        <w:t>e</w:t>
      </w:r>
      <w:r w:rsidRPr="00B42472">
        <w:t xml:space="preserve"> pověření Ministerstva dopravy ČR</w:t>
      </w:r>
      <w:r w:rsidR="00BC6D2B" w:rsidRPr="00B42472">
        <w:t xml:space="preserve"> k </w:t>
      </w:r>
      <w:r w:rsidRPr="00B42472">
        <w:t>provádění technických prohlídek</w:t>
      </w:r>
      <w:r w:rsidR="00845C50" w:rsidRPr="00B42472">
        <w:t xml:space="preserve"> a </w:t>
      </w:r>
      <w:r w:rsidRPr="00B42472">
        <w:t>zkoušek určených technických zařízení (UTZ) dle § 47 odst. 4 zákona č. 266/1994 Sb.,</w:t>
      </w:r>
      <w:r w:rsidR="00092CC9" w:rsidRPr="00B42472">
        <w:t xml:space="preserve"> o </w:t>
      </w:r>
      <w:r w:rsidRPr="00B42472">
        <w:t>drahách, ve znění pozdějších předpisů,</w:t>
      </w:r>
      <w:r w:rsidR="00845C50" w:rsidRPr="00B42472">
        <w:t xml:space="preserve"> a </w:t>
      </w:r>
      <w:r w:rsidRPr="00B42472">
        <w:t>to elektrických UTZ železničních drah</w:t>
      </w:r>
      <w:r w:rsidR="00092CC9" w:rsidRPr="00B42472">
        <w:t xml:space="preserve"> v </w:t>
      </w:r>
      <w:r w:rsidRPr="00B42472">
        <w:t xml:space="preserve">rozsahu: </w:t>
      </w:r>
    </w:p>
    <w:p w14:paraId="18D5CB9D" w14:textId="5E282FB0" w:rsidR="00B42472" w:rsidRPr="00B42472" w:rsidRDefault="00990C4C" w:rsidP="00990C4C">
      <w:pPr>
        <w:pStyle w:val="Odrka1-2-"/>
      </w:pPr>
      <w:r>
        <w:t xml:space="preserve">elektrické sítě drah a </w:t>
      </w:r>
      <w:r w:rsidR="00B42472" w:rsidRPr="00B42472">
        <w:t>elektrické rozvody drah.</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lastRenderedPageBreak/>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Default="00530F25" w:rsidP="002E7B8E">
      <w:pPr>
        <w:pStyle w:val="Text1-1"/>
        <w:numPr>
          <w:ilvl w:val="1"/>
          <w:numId w:val="19"/>
        </w:numPr>
        <w:ind w:hanging="28"/>
      </w:pPr>
      <w:r>
        <w:t>recyklaci kameniva vyzískávaného z kolejového lože.</w:t>
      </w:r>
    </w:p>
    <w:p w14:paraId="7DB81B80" w14:textId="5A1A65FD"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8776F5">
        <w:t>článku</w:t>
      </w:r>
      <w:r w:rsidR="005D14BC" w:rsidRPr="008776F5">
        <w:t xml:space="preserve"> </w:t>
      </w:r>
      <w:r w:rsidR="00E614ED" w:rsidRPr="008776F5">
        <w:t>4</w:t>
      </w:r>
      <w:r w:rsidR="005D14BC" w:rsidRPr="008776F5">
        <w:t>.</w:t>
      </w:r>
      <w:r w:rsidR="008776F5" w:rsidRPr="008776F5">
        <w:t>7</w:t>
      </w:r>
      <w:r w:rsidR="005D14BC" w:rsidRPr="008776F5">
        <w:t xml:space="preserve"> </w:t>
      </w:r>
      <w:r w:rsidR="00E614ED" w:rsidRPr="008776F5">
        <w:t>závazného</w:t>
      </w:r>
      <w:r w:rsidR="00E614ED">
        <w:t xml:space="preserve">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B42472" w:rsidRDefault="0035531B" w:rsidP="00564DDD">
      <w:pPr>
        <w:pStyle w:val="Textbezslovn"/>
        <w:spacing w:after="0"/>
      </w:pPr>
      <w:r w:rsidRPr="00B42472">
        <w:t>Ing. Mojmír Nejezchleb</w:t>
      </w:r>
    </w:p>
    <w:p w14:paraId="0591E387" w14:textId="77777777" w:rsidR="0035531B" w:rsidRPr="00B42472" w:rsidRDefault="0035531B" w:rsidP="00564DDD">
      <w:pPr>
        <w:pStyle w:val="Textbezslovn"/>
        <w:spacing w:after="0"/>
      </w:pPr>
      <w:r w:rsidRPr="00B42472">
        <w:t>náměstek generálního ředitele pro modernizaci dráhy</w:t>
      </w:r>
    </w:p>
    <w:p w14:paraId="48D25842" w14:textId="77777777" w:rsidR="00564DDD" w:rsidRPr="007A7C2C" w:rsidRDefault="0035531B" w:rsidP="00B36181">
      <w:pPr>
        <w:pStyle w:val="Textbezslovn"/>
        <w:spacing w:after="0"/>
      </w:pPr>
      <w:r w:rsidRPr="00B42472">
        <w:t>Správa železni</w:t>
      </w:r>
      <w:r w:rsidR="00B277ED" w:rsidRPr="00B42472">
        <w:t>c</w:t>
      </w:r>
      <w:r w:rsidRPr="00B42472">
        <w:t>,</w:t>
      </w:r>
      <w:r w:rsidR="00B277ED" w:rsidRPr="00B42472">
        <w:t xml:space="preserve"> </w:t>
      </w:r>
      <w:r w:rsidRPr="00B42472">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24D24AFD" w:rsidR="008C65E0" w:rsidRPr="007A7C2C" w:rsidRDefault="006A6AF2" w:rsidP="006A6AF2">
      <w:pPr>
        <w:pStyle w:val="Textbezslovn"/>
        <w:ind w:left="0"/>
      </w:pPr>
      <w:r w:rsidRPr="007A7C2C">
        <w:t>Řádně jsme se seznámili se zněním zadávacích podmínek veřejné zakázky</w:t>
      </w:r>
      <w:r w:rsidR="00B42472">
        <w:t xml:space="preserve"> na soubor staveb</w:t>
      </w:r>
      <w:r w:rsidRPr="007A7C2C">
        <w:t xml:space="preserve"> s</w:t>
      </w:r>
      <w:r w:rsidR="00B42472">
        <w:t> </w:t>
      </w:r>
      <w:r w:rsidRPr="009954E4">
        <w:t>názvem</w:t>
      </w:r>
      <w:r w:rsidR="00B42472">
        <w:t xml:space="preserve"> </w:t>
      </w:r>
      <w:r w:rsidR="00B42472" w:rsidRPr="00DD309D">
        <w:rPr>
          <w:b/>
        </w:rPr>
        <w:t>1. „</w:t>
      </w:r>
      <w:r w:rsidR="00DD309D" w:rsidRPr="00DD309D">
        <w:rPr>
          <w:b/>
        </w:rPr>
        <w:t>Doplnění závor na PZS (P4192) v km 5,500 trati Hanušovice – Staré Město pod Sněžníkem“</w:t>
      </w:r>
      <w:r w:rsidR="00DD309D">
        <w:t xml:space="preserve">, </w:t>
      </w:r>
      <w:r w:rsidR="00DD309D" w:rsidRPr="00DD309D">
        <w:rPr>
          <w:b/>
        </w:rPr>
        <w:t>2.“ Doplnění závor na PZS (P4352) v km 13,108 trati Lipová Lázně – Javorník ve Slezsku“</w:t>
      </w:r>
      <w:r w:rsidR="00DD309D">
        <w:t xml:space="preserve">, </w:t>
      </w:r>
      <w:r w:rsidR="00DD309D" w:rsidRPr="00DD309D">
        <w:rPr>
          <w:b/>
        </w:rPr>
        <w:t>3. „Doplnění závor na PZS (P4372) v km 23,468 trati Lipová Lázně – Javorník ve Slezsku“</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DD309D">
              <w:rPr>
                <w:b/>
              </w:rPr>
              <w:t>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C0E7D" w14:textId="77777777" w:rsidR="00990C4C" w:rsidRDefault="00990C4C" w:rsidP="00962258">
      <w:pPr>
        <w:spacing w:after="0" w:line="240" w:lineRule="auto"/>
      </w:pPr>
      <w:r>
        <w:separator/>
      </w:r>
    </w:p>
  </w:endnote>
  <w:endnote w:type="continuationSeparator" w:id="0">
    <w:p w14:paraId="24E8097A" w14:textId="77777777" w:rsidR="00990C4C" w:rsidRDefault="00990C4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0C4C" w14:paraId="33826CD6" w14:textId="77777777" w:rsidTr="00EB46E5">
      <w:tc>
        <w:tcPr>
          <w:tcW w:w="1361" w:type="dxa"/>
          <w:tcMar>
            <w:left w:w="0" w:type="dxa"/>
            <w:right w:w="0" w:type="dxa"/>
          </w:tcMar>
          <w:vAlign w:val="bottom"/>
        </w:tcPr>
        <w:p w14:paraId="1DE02B12" w14:textId="0F2F51A5" w:rsidR="00990C4C" w:rsidRPr="00B8518B" w:rsidRDefault="00990C4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7108">
            <w:rPr>
              <w:rStyle w:val="slostrnky"/>
              <w:noProof/>
            </w:rPr>
            <w:t>8</w:t>
          </w:r>
          <w:r w:rsidRPr="00B8518B">
            <w:rPr>
              <w:rStyle w:val="slostrnky"/>
            </w:rPr>
            <w:fldChar w:fldCharType="end"/>
          </w:r>
          <w:r w:rsidRPr="00B8518B">
            <w:rPr>
              <w:rStyle w:val="slostrnky"/>
            </w:rPr>
            <w:t>/</w:t>
          </w:r>
          <w:fldSimple w:instr=" NUMPAGES   \* MERGEFORMAT ">
            <w:r w:rsidR="00387108" w:rsidRPr="00387108">
              <w:rPr>
                <w:rStyle w:val="slostrnky"/>
                <w:noProof/>
              </w:rPr>
              <w:t>39</w:t>
            </w:r>
          </w:fldSimple>
        </w:p>
      </w:tc>
      <w:tc>
        <w:tcPr>
          <w:tcW w:w="284" w:type="dxa"/>
          <w:shd w:val="clear" w:color="auto" w:fill="auto"/>
          <w:tcMar>
            <w:left w:w="0" w:type="dxa"/>
            <w:right w:w="0" w:type="dxa"/>
          </w:tcMar>
        </w:tcPr>
        <w:p w14:paraId="3BE100F8" w14:textId="77777777" w:rsidR="00990C4C" w:rsidRDefault="00990C4C" w:rsidP="00B8518B">
          <w:pPr>
            <w:pStyle w:val="Zpat"/>
          </w:pPr>
        </w:p>
      </w:tc>
      <w:tc>
        <w:tcPr>
          <w:tcW w:w="425" w:type="dxa"/>
          <w:shd w:val="clear" w:color="auto" w:fill="auto"/>
          <w:tcMar>
            <w:left w:w="0" w:type="dxa"/>
            <w:right w:w="0" w:type="dxa"/>
          </w:tcMar>
        </w:tcPr>
        <w:p w14:paraId="41EF031C" w14:textId="77777777" w:rsidR="00990C4C" w:rsidRDefault="00990C4C" w:rsidP="00B8518B">
          <w:pPr>
            <w:pStyle w:val="Zpat"/>
          </w:pPr>
        </w:p>
      </w:tc>
      <w:tc>
        <w:tcPr>
          <w:tcW w:w="8505" w:type="dxa"/>
        </w:tcPr>
        <w:p w14:paraId="09571AEC" w14:textId="50EF845A" w:rsidR="00990C4C" w:rsidRDefault="00990C4C" w:rsidP="001F3D3F">
          <w:pPr>
            <w:pStyle w:val="Zpat0"/>
            <w:numPr>
              <w:ilvl w:val="0"/>
              <w:numId w:val="22"/>
            </w:numPr>
          </w:pPr>
          <w:r>
            <w:t>„Doplnění závor na PZS (P4192) v km 5,500 trati Hanušovice – Staré Město pod Sněžníkem“</w:t>
          </w:r>
        </w:p>
        <w:p w14:paraId="0FB55E78" w14:textId="02396790" w:rsidR="00990C4C" w:rsidRDefault="00990C4C" w:rsidP="001F3D3F">
          <w:pPr>
            <w:pStyle w:val="Zpat0"/>
            <w:numPr>
              <w:ilvl w:val="0"/>
              <w:numId w:val="22"/>
            </w:numPr>
          </w:pPr>
          <w:r>
            <w:t>„Doplnění závor na PZS (P4352) v km 13,108 trati Lipová Lázně – Javorník ve Slezsku“</w:t>
          </w:r>
        </w:p>
        <w:p w14:paraId="6F46ABE4" w14:textId="62ED9564" w:rsidR="00990C4C" w:rsidRDefault="00990C4C" w:rsidP="001F3D3F">
          <w:pPr>
            <w:pStyle w:val="Zpat0"/>
            <w:numPr>
              <w:ilvl w:val="0"/>
              <w:numId w:val="22"/>
            </w:numPr>
          </w:pPr>
          <w:r>
            <w:t>„Doplnění závor na PZS (P4372) v km 23,468 trati Lipová Lázně – Javorník ve Slezsku“</w:t>
          </w:r>
        </w:p>
        <w:p w14:paraId="6DB089BA" w14:textId="77777777" w:rsidR="00990C4C" w:rsidRDefault="00990C4C" w:rsidP="00EB46E5">
          <w:pPr>
            <w:pStyle w:val="Zpat0"/>
          </w:pPr>
          <w:r>
            <w:t>Díl 1 – VÝZVA K PODÁNÍ NABÍDKY</w:t>
          </w:r>
        </w:p>
        <w:p w14:paraId="28A0950A" w14:textId="77777777" w:rsidR="00990C4C" w:rsidRDefault="00990C4C" w:rsidP="0035531B">
          <w:pPr>
            <w:pStyle w:val="Zpat0"/>
          </w:pPr>
        </w:p>
      </w:tc>
    </w:tr>
  </w:tbl>
  <w:p w14:paraId="2D961D2B" w14:textId="77777777" w:rsidR="00990C4C" w:rsidRPr="00B8518B" w:rsidRDefault="00990C4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990C4C" w:rsidRPr="00B8518B" w:rsidRDefault="00990C4C" w:rsidP="00460660">
    <w:pPr>
      <w:pStyle w:val="Zpat"/>
      <w:rPr>
        <w:sz w:val="2"/>
        <w:szCs w:val="2"/>
      </w:rPr>
    </w:pPr>
  </w:p>
  <w:p w14:paraId="765596C1" w14:textId="77777777" w:rsidR="00990C4C" w:rsidRPr="00460660" w:rsidRDefault="00990C4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03E99" w14:textId="77777777" w:rsidR="00990C4C" w:rsidRDefault="00990C4C" w:rsidP="00962258">
      <w:pPr>
        <w:spacing w:after="0" w:line="240" w:lineRule="auto"/>
      </w:pPr>
      <w:r>
        <w:separator/>
      </w:r>
    </w:p>
  </w:footnote>
  <w:footnote w:type="continuationSeparator" w:id="0">
    <w:p w14:paraId="2CD70441" w14:textId="77777777" w:rsidR="00990C4C" w:rsidRDefault="00990C4C" w:rsidP="00962258">
      <w:pPr>
        <w:spacing w:after="0" w:line="240" w:lineRule="auto"/>
      </w:pPr>
      <w:r>
        <w:continuationSeparator/>
      </w:r>
    </w:p>
  </w:footnote>
  <w:footnote w:id="1">
    <w:p w14:paraId="713513C4" w14:textId="77777777" w:rsidR="00990C4C" w:rsidRDefault="00990C4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990C4C" w:rsidRDefault="00990C4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990C4C" w:rsidRDefault="00990C4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990C4C" w:rsidRDefault="00990C4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0C4C" w14:paraId="657D14CC" w14:textId="77777777" w:rsidTr="00C02D0A">
      <w:trPr>
        <w:trHeight w:hRule="exact" w:val="454"/>
      </w:trPr>
      <w:tc>
        <w:tcPr>
          <w:tcW w:w="1361" w:type="dxa"/>
          <w:tcMar>
            <w:top w:w="57" w:type="dxa"/>
            <w:left w:w="0" w:type="dxa"/>
            <w:right w:w="0" w:type="dxa"/>
          </w:tcMar>
        </w:tcPr>
        <w:p w14:paraId="2C18424A" w14:textId="77777777" w:rsidR="00990C4C" w:rsidRPr="00B8518B" w:rsidRDefault="00990C4C" w:rsidP="00523EA7">
          <w:pPr>
            <w:pStyle w:val="Zpat"/>
            <w:rPr>
              <w:rStyle w:val="slostrnky"/>
            </w:rPr>
          </w:pPr>
        </w:p>
      </w:tc>
      <w:tc>
        <w:tcPr>
          <w:tcW w:w="3458" w:type="dxa"/>
          <w:shd w:val="clear" w:color="auto" w:fill="auto"/>
          <w:tcMar>
            <w:top w:w="57" w:type="dxa"/>
            <w:left w:w="0" w:type="dxa"/>
            <w:right w:w="0" w:type="dxa"/>
          </w:tcMar>
        </w:tcPr>
        <w:p w14:paraId="39B3CA0E" w14:textId="77777777" w:rsidR="00990C4C" w:rsidRDefault="00990C4C" w:rsidP="00523EA7">
          <w:pPr>
            <w:pStyle w:val="Zpat"/>
          </w:pPr>
        </w:p>
      </w:tc>
      <w:tc>
        <w:tcPr>
          <w:tcW w:w="5698" w:type="dxa"/>
          <w:shd w:val="clear" w:color="auto" w:fill="auto"/>
          <w:tcMar>
            <w:top w:w="57" w:type="dxa"/>
            <w:left w:w="0" w:type="dxa"/>
            <w:right w:w="0" w:type="dxa"/>
          </w:tcMar>
        </w:tcPr>
        <w:p w14:paraId="415B4544" w14:textId="77777777" w:rsidR="00990C4C" w:rsidRPr="00D6163D" w:rsidRDefault="00990C4C" w:rsidP="00D6163D">
          <w:pPr>
            <w:pStyle w:val="Druhdokumentu"/>
          </w:pPr>
        </w:p>
      </w:tc>
    </w:tr>
  </w:tbl>
  <w:p w14:paraId="0A93C0D0" w14:textId="77777777" w:rsidR="00990C4C" w:rsidRPr="00D6163D" w:rsidRDefault="00990C4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90C4C" w14:paraId="1FBC85BC" w14:textId="77777777" w:rsidTr="00B22106">
      <w:trPr>
        <w:trHeight w:hRule="exact" w:val="936"/>
      </w:trPr>
      <w:tc>
        <w:tcPr>
          <w:tcW w:w="1361" w:type="dxa"/>
          <w:tcMar>
            <w:left w:w="0" w:type="dxa"/>
            <w:right w:w="0" w:type="dxa"/>
          </w:tcMar>
        </w:tcPr>
        <w:p w14:paraId="0CE22310" w14:textId="77777777" w:rsidR="00990C4C" w:rsidRPr="00B8518B" w:rsidRDefault="00990C4C" w:rsidP="00FC6389">
          <w:pPr>
            <w:pStyle w:val="Zpat"/>
            <w:rPr>
              <w:rStyle w:val="slostrnky"/>
            </w:rPr>
          </w:pPr>
        </w:p>
      </w:tc>
      <w:tc>
        <w:tcPr>
          <w:tcW w:w="3458" w:type="dxa"/>
          <w:shd w:val="clear" w:color="auto" w:fill="auto"/>
          <w:tcMar>
            <w:left w:w="0" w:type="dxa"/>
            <w:right w:w="0" w:type="dxa"/>
          </w:tcMar>
        </w:tcPr>
        <w:p w14:paraId="5A67DD79" w14:textId="77777777" w:rsidR="00990C4C" w:rsidRDefault="00990C4C" w:rsidP="00FC6389">
          <w:pPr>
            <w:pStyle w:val="Zpat"/>
          </w:pPr>
        </w:p>
      </w:tc>
      <w:tc>
        <w:tcPr>
          <w:tcW w:w="5756" w:type="dxa"/>
          <w:shd w:val="clear" w:color="auto" w:fill="auto"/>
          <w:tcMar>
            <w:left w:w="0" w:type="dxa"/>
            <w:right w:w="0" w:type="dxa"/>
          </w:tcMar>
        </w:tcPr>
        <w:p w14:paraId="5DA861CB" w14:textId="77777777" w:rsidR="00990C4C" w:rsidRPr="00D6163D" w:rsidRDefault="00990C4C" w:rsidP="00FC6389">
          <w:pPr>
            <w:pStyle w:val="Druhdokumentu"/>
          </w:pPr>
        </w:p>
      </w:tc>
    </w:tr>
    <w:tr w:rsidR="00990C4C" w14:paraId="25E89AA9" w14:textId="77777777" w:rsidTr="00B22106">
      <w:trPr>
        <w:trHeight w:hRule="exact" w:val="936"/>
      </w:trPr>
      <w:tc>
        <w:tcPr>
          <w:tcW w:w="1361" w:type="dxa"/>
          <w:tcMar>
            <w:left w:w="0" w:type="dxa"/>
            <w:right w:w="0" w:type="dxa"/>
          </w:tcMar>
        </w:tcPr>
        <w:p w14:paraId="1E6340BC" w14:textId="77777777" w:rsidR="00990C4C" w:rsidRPr="00B8518B" w:rsidRDefault="00990C4C" w:rsidP="00FC6389">
          <w:pPr>
            <w:pStyle w:val="Zpat"/>
            <w:rPr>
              <w:rStyle w:val="slostrnky"/>
            </w:rPr>
          </w:pPr>
        </w:p>
      </w:tc>
      <w:tc>
        <w:tcPr>
          <w:tcW w:w="3458" w:type="dxa"/>
          <w:shd w:val="clear" w:color="auto" w:fill="auto"/>
          <w:tcMar>
            <w:left w:w="0" w:type="dxa"/>
            <w:right w:w="0" w:type="dxa"/>
          </w:tcMar>
        </w:tcPr>
        <w:p w14:paraId="60B7320E" w14:textId="77777777" w:rsidR="00990C4C" w:rsidRDefault="00990C4C" w:rsidP="00FC6389">
          <w:pPr>
            <w:pStyle w:val="Zpat"/>
          </w:pPr>
        </w:p>
      </w:tc>
      <w:tc>
        <w:tcPr>
          <w:tcW w:w="5756" w:type="dxa"/>
          <w:shd w:val="clear" w:color="auto" w:fill="auto"/>
          <w:tcMar>
            <w:left w:w="0" w:type="dxa"/>
            <w:right w:w="0" w:type="dxa"/>
          </w:tcMar>
        </w:tcPr>
        <w:p w14:paraId="6F08210B" w14:textId="77777777" w:rsidR="00990C4C" w:rsidRPr="00D6163D" w:rsidRDefault="00990C4C" w:rsidP="00FC6389">
          <w:pPr>
            <w:pStyle w:val="Druhdokumentu"/>
          </w:pPr>
        </w:p>
      </w:tc>
    </w:tr>
  </w:tbl>
  <w:p w14:paraId="6781FC04" w14:textId="77777777" w:rsidR="00990C4C" w:rsidRPr="00D6163D" w:rsidRDefault="00990C4C"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990C4C" w:rsidRPr="00460660" w:rsidRDefault="00990C4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F70A9E"/>
    <w:multiLevelType w:val="multilevel"/>
    <w:tmpl w:val="19DEB50A"/>
    <w:lvl w:ilvl="0">
      <w:start w:val="1"/>
      <w:numFmt w:val="decimal"/>
      <w:lvlText w:val="%1."/>
      <w:lvlJc w:val="left"/>
      <w:pPr>
        <w:ind w:left="360" w:hanging="360"/>
      </w:p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652" w:hanging="1800"/>
      </w:pPr>
    </w:lvl>
    <w:lvl w:ilvl="7">
      <w:start w:val="1"/>
      <w:numFmt w:val="decimal"/>
      <w:lvlText w:val="%1.%2.%3.%4.%5.%6.%7.%8."/>
      <w:lvlJc w:val="left"/>
      <w:pPr>
        <w:ind w:left="2794" w:hanging="1800"/>
      </w:pPr>
    </w:lvl>
    <w:lvl w:ilvl="8">
      <w:start w:val="1"/>
      <w:numFmt w:val="decimal"/>
      <w:lvlText w:val="%1.%2.%3.%4.%5.%6.%7.%8.%9."/>
      <w:lvlJc w:val="left"/>
      <w:pPr>
        <w:ind w:left="3296" w:hanging="216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AD053BC"/>
    <w:multiLevelType w:val="hybridMultilevel"/>
    <w:tmpl w:val="5C4AFBA2"/>
    <w:lvl w:ilvl="0" w:tplc="FE06BA8E">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7" w15:restartNumberingAfterBreak="0">
    <w:nsid w:val="1B164E59"/>
    <w:multiLevelType w:val="hybridMultilevel"/>
    <w:tmpl w:val="77D6BE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E207A31"/>
    <w:multiLevelType w:val="hybridMultilevel"/>
    <w:tmpl w:val="3542B3BE"/>
    <w:lvl w:ilvl="0" w:tplc="DCDEB556">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6"/>
  </w:num>
  <w:num w:numId="4">
    <w:abstractNumId w:val="4"/>
  </w:num>
  <w:num w:numId="5">
    <w:abstractNumId w:val="1"/>
  </w:num>
  <w:num w:numId="6">
    <w:abstractNumId w:val="9"/>
  </w:num>
  <w:num w:numId="7">
    <w:abstractNumId w:val="13"/>
  </w:num>
  <w:num w:numId="8">
    <w:abstractNumId w:val="10"/>
  </w:num>
  <w:num w:numId="9">
    <w:abstractNumId w:val="17"/>
  </w:num>
  <w:num w:numId="10">
    <w:abstractNumId w:val="1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num>
  <w:num w:numId="18">
    <w:abstractNumId w:val="0"/>
  </w:num>
  <w:num w:numId="19">
    <w:abstractNumId w:val="14"/>
  </w:num>
  <w:num w:numId="20">
    <w:abstractNumId w:val="10"/>
  </w:num>
  <w:num w:numId="21">
    <w:abstractNumId w:val="11"/>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974F9"/>
    <w:rsid w:val="001A5DEA"/>
    <w:rsid w:val="001B23A1"/>
    <w:rsid w:val="001B37D2"/>
    <w:rsid w:val="001B4E74"/>
    <w:rsid w:val="001B5ED5"/>
    <w:rsid w:val="001C0504"/>
    <w:rsid w:val="001C645F"/>
    <w:rsid w:val="001D0D67"/>
    <w:rsid w:val="001D4B4A"/>
    <w:rsid w:val="001D5DE6"/>
    <w:rsid w:val="001D5F3A"/>
    <w:rsid w:val="001E08F5"/>
    <w:rsid w:val="001E15C2"/>
    <w:rsid w:val="001E35F3"/>
    <w:rsid w:val="001E651D"/>
    <w:rsid w:val="001E678E"/>
    <w:rsid w:val="001E7757"/>
    <w:rsid w:val="001E7C59"/>
    <w:rsid w:val="001F39FF"/>
    <w:rsid w:val="001F3D3F"/>
    <w:rsid w:val="001F79F7"/>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87108"/>
    <w:rsid w:val="00392740"/>
    <w:rsid w:val="00392EB6"/>
    <w:rsid w:val="003944D4"/>
    <w:rsid w:val="00394D03"/>
    <w:rsid w:val="003956C6"/>
    <w:rsid w:val="00397F0A"/>
    <w:rsid w:val="003A0E3D"/>
    <w:rsid w:val="003A2910"/>
    <w:rsid w:val="003A4513"/>
    <w:rsid w:val="003A636B"/>
    <w:rsid w:val="003A6C33"/>
    <w:rsid w:val="003B4E63"/>
    <w:rsid w:val="003C33F2"/>
    <w:rsid w:val="003D0EE6"/>
    <w:rsid w:val="003D42AA"/>
    <w:rsid w:val="003D59C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02C3"/>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04F3"/>
    <w:rsid w:val="005210B3"/>
    <w:rsid w:val="0052125C"/>
    <w:rsid w:val="00523BB5"/>
    <w:rsid w:val="00523EA7"/>
    <w:rsid w:val="00530F25"/>
    <w:rsid w:val="0053166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926E8"/>
    <w:rsid w:val="005971DD"/>
    <w:rsid w:val="005A1F44"/>
    <w:rsid w:val="005A3D2F"/>
    <w:rsid w:val="005A602D"/>
    <w:rsid w:val="005B3472"/>
    <w:rsid w:val="005B64BB"/>
    <w:rsid w:val="005C2C3B"/>
    <w:rsid w:val="005C3BA2"/>
    <w:rsid w:val="005C76ED"/>
    <w:rsid w:val="005D14BC"/>
    <w:rsid w:val="005D166B"/>
    <w:rsid w:val="005D3C39"/>
    <w:rsid w:val="005E0C35"/>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3410"/>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4E96"/>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776F5"/>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760D3"/>
    <w:rsid w:val="009801E3"/>
    <w:rsid w:val="00980516"/>
    <w:rsid w:val="0098426C"/>
    <w:rsid w:val="00984DD0"/>
    <w:rsid w:val="00990C4C"/>
    <w:rsid w:val="00992D9C"/>
    <w:rsid w:val="009954E4"/>
    <w:rsid w:val="009967C7"/>
    <w:rsid w:val="00996CB8"/>
    <w:rsid w:val="009A150A"/>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53C5"/>
    <w:rsid w:val="009F72B2"/>
    <w:rsid w:val="00A0085B"/>
    <w:rsid w:val="00A0107D"/>
    <w:rsid w:val="00A026C2"/>
    <w:rsid w:val="00A03431"/>
    <w:rsid w:val="00A0740E"/>
    <w:rsid w:val="00A118D4"/>
    <w:rsid w:val="00A13F0C"/>
    <w:rsid w:val="00A15262"/>
    <w:rsid w:val="00A159AC"/>
    <w:rsid w:val="00A15C40"/>
    <w:rsid w:val="00A222C1"/>
    <w:rsid w:val="00A23688"/>
    <w:rsid w:val="00A269EB"/>
    <w:rsid w:val="00A3411F"/>
    <w:rsid w:val="00A374FC"/>
    <w:rsid w:val="00A4050F"/>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6181"/>
    <w:rsid w:val="00B4185B"/>
    <w:rsid w:val="00B42472"/>
    <w:rsid w:val="00B429CF"/>
    <w:rsid w:val="00B477DA"/>
    <w:rsid w:val="00B537C9"/>
    <w:rsid w:val="00B5431A"/>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17218"/>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1FE2"/>
    <w:rsid w:val="00CC4380"/>
    <w:rsid w:val="00CC7C8F"/>
    <w:rsid w:val="00CD1FC4"/>
    <w:rsid w:val="00CD2050"/>
    <w:rsid w:val="00CD381E"/>
    <w:rsid w:val="00CD7EF0"/>
    <w:rsid w:val="00CE2A4F"/>
    <w:rsid w:val="00CE5F6A"/>
    <w:rsid w:val="00CF3940"/>
    <w:rsid w:val="00D019D7"/>
    <w:rsid w:val="00D02D5D"/>
    <w:rsid w:val="00D034A0"/>
    <w:rsid w:val="00D0362E"/>
    <w:rsid w:val="00D03C1F"/>
    <w:rsid w:val="00D10A2D"/>
    <w:rsid w:val="00D139AC"/>
    <w:rsid w:val="00D16891"/>
    <w:rsid w:val="00D21061"/>
    <w:rsid w:val="00D22DB8"/>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199E"/>
    <w:rsid w:val="00D72F1A"/>
    <w:rsid w:val="00D75F70"/>
    <w:rsid w:val="00D831A3"/>
    <w:rsid w:val="00D91EA6"/>
    <w:rsid w:val="00D95B31"/>
    <w:rsid w:val="00D97BE3"/>
    <w:rsid w:val="00DA3711"/>
    <w:rsid w:val="00DB15AC"/>
    <w:rsid w:val="00DB4595"/>
    <w:rsid w:val="00DB619A"/>
    <w:rsid w:val="00DC3174"/>
    <w:rsid w:val="00DC4ECD"/>
    <w:rsid w:val="00DD0C7C"/>
    <w:rsid w:val="00DD29B9"/>
    <w:rsid w:val="00DD309D"/>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2D53"/>
    <w:rsid w:val="00E37347"/>
    <w:rsid w:val="00E402F8"/>
    <w:rsid w:val="00E437B0"/>
    <w:rsid w:val="00E44045"/>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5C06"/>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B0931F6-AAF1-4A38-9C64-883ECBEE4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39</Pages>
  <Words>16560</Words>
  <Characters>97709</Characters>
  <Application>Microsoft Office Word</Application>
  <DocSecurity>4</DocSecurity>
  <Lines>814</Lines>
  <Paragraphs>228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2</cp:revision>
  <cp:lastPrinted>2019-03-07T14:42:00Z</cp:lastPrinted>
  <dcterms:created xsi:type="dcterms:W3CDTF">2021-02-18T10:03:00Z</dcterms:created>
  <dcterms:modified xsi:type="dcterms:W3CDTF">2021-02-18T10:03:00Z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